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B3" w:rsidRPr="0044254F" w:rsidRDefault="00723CB3" w:rsidP="00EC752C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Załącznik nr 1 do oferty</w:t>
      </w:r>
    </w:p>
    <w:p w:rsidR="00723CB3" w:rsidRPr="0044254F" w:rsidRDefault="00723CB3" w:rsidP="00EC752C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EC752C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-3.85pt;margin-top:-16.7pt;width:151.2pt;height:57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Prostokąt 2" inset="0,0,0,0">
              <w:txbxContent>
                <w:p w:rsidR="00723CB3" w:rsidRDefault="00723CB3" w:rsidP="00EC752C"/>
                <w:p w:rsidR="00723CB3" w:rsidRDefault="00723CB3" w:rsidP="00EC752C">
                  <w:pPr>
                    <w:jc w:val="center"/>
                  </w:pPr>
                </w:p>
                <w:p w:rsidR="00723CB3" w:rsidRDefault="00723CB3" w:rsidP="00EC752C">
                  <w:pPr>
                    <w:jc w:val="center"/>
                  </w:pPr>
                </w:p>
                <w:p w:rsidR="00723CB3" w:rsidRPr="00F14857" w:rsidRDefault="00723CB3" w:rsidP="00EC752C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EC752C"/>
                <w:p w:rsidR="00723CB3" w:rsidRDefault="00723CB3" w:rsidP="00EC752C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EC752C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EC752C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Default="00723CB3" w:rsidP="00EC752C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/>
          <w:b/>
          <w:bCs/>
          <w:sz w:val="20"/>
          <w:szCs w:val="20"/>
        </w:rPr>
        <w:t>Oświadczenie Wykonawcy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</w:t>
      </w:r>
    </w:p>
    <w:p w:rsidR="00723CB3" w:rsidRPr="001C55F9" w:rsidRDefault="00723CB3" w:rsidP="00EC752C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 w:cs="Arial"/>
          <w:b/>
          <w:sz w:val="20"/>
          <w:szCs w:val="20"/>
        </w:rPr>
        <w:t xml:space="preserve">składane na podstawie art. 25a ust. 1 ustawy </w:t>
      </w:r>
      <w:r>
        <w:rPr>
          <w:rFonts w:ascii="Bookman Old Style" w:hAnsi="Bookman Old Style" w:cs="Arial"/>
          <w:b/>
          <w:sz w:val="20"/>
          <w:szCs w:val="20"/>
        </w:rPr>
        <w:t>Pzp.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</w:t>
      </w:r>
    </w:p>
    <w:p w:rsidR="00723CB3" w:rsidRPr="001C55F9" w:rsidRDefault="00723CB3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EC752C">
      <w:pPr>
        <w:pStyle w:val="TekstprzypisudolnegoTekstprzypisu"/>
        <w:jc w:val="center"/>
        <w:rPr>
          <w:rFonts w:ascii="Bookman Old Style" w:hAnsi="Bookman Old Style"/>
        </w:rPr>
      </w:pPr>
    </w:p>
    <w:p w:rsidR="00723CB3" w:rsidRPr="003C33AF" w:rsidRDefault="00723CB3" w:rsidP="00297995">
      <w:pPr>
        <w:widowControl w:val="0"/>
        <w:tabs>
          <w:tab w:val="left" w:pos="567"/>
          <w:tab w:val="left" w:pos="850"/>
        </w:tabs>
        <w:snapToGrid w:val="0"/>
        <w:spacing w:line="276" w:lineRule="auto"/>
        <w:ind w:left="284"/>
        <w:jc w:val="both"/>
        <w:rPr>
          <w:rFonts w:ascii="Bookman Old Style" w:hAnsi="Bookman Old Style"/>
          <w:b/>
          <w:sz w:val="20"/>
          <w:szCs w:val="20"/>
        </w:rPr>
      </w:pPr>
      <w:r w:rsidRPr="003C33AF">
        <w:rPr>
          <w:rFonts w:ascii="Bookman Old Style" w:hAnsi="Bookman Old Style"/>
          <w:sz w:val="20"/>
          <w:szCs w:val="20"/>
        </w:rPr>
        <w:t>Przystępując do udziału w postępowaniu o zamówienie 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na </w:t>
      </w:r>
      <w:r w:rsidRPr="003C33AF">
        <w:rPr>
          <w:rFonts w:ascii="Bookman Old Style" w:hAnsi="Bookman Old Style"/>
          <w:b/>
          <w:sz w:val="20"/>
          <w:szCs w:val="20"/>
        </w:rPr>
        <w:t xml:space="preserve">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3C33AF">
        <w:rPr>
          <w:rFonts w:ascii="Bookman Old Style" w:hAnsi="Bookman Old Style"/>
          <w:b/>
          <w:sz w:val="20"/>
          <w:szCs w:val="20"/>
        </w:rPr>
        <w:t xml:space="preserve"> </w:t>
      </w:r>
      <w:r w:rsidRPr="003C33AF">
        <w:rPr>
          <w:rFonts w:ascii="Bookman Old Style" w:hAnsi="Bookman Old Style" w:cs="Arial"/>
          <w:sz w:val="20"/>
          <w:szCs w:val="20"/>
        </w:rPr>
        <w:t xml:space="preserve">oświadczam, że spełniam warunki udziału </w:t>
      </w:r>
      <w:r w:rsidRPr="00673BA4">
        <w:rPr>
          <w:rFonts w:ascii="Bookman Old Style" w:hAnsi="Bookman Old Style" w:cs="Arial"/>
          <w:sz w:val="20"/>
          <w:szCs w:val="20"/>
        </w:rPr>
        <w:t>w postępowaniu określone przez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673BA4">
        <w:rPr>
          <w:rFonts w:ascii="Bookman Old Style" w:hAnsi="Bookman Old Style" w:cs="Arial"/>
          <w:sz w:val="20"/>
          <w:szCs w:val="20"/>
        </w:rPr>
        <w:t>zamawiającego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673BA4">
        <w:rPr>
          <w:rFonts w:ascii="Bookman Old Style" w:hAnsi="Bookman Old Style" w:cs="Arial"/>
          <w:sz w:val="20"/>
          <w:szCs w:val="20"/>
        </w:rPr>
        <w:t>w rozdziale 2</w:t>
      </w:r>
      <w:r>
        <w:rPr>
          <w:rFonts w:ascii="Bookman Old Style" w:hAnsi="Bookman Old Style" w:cs="Arial"/>
          <w:sz w:val="20"/>
          <w:szCs w:val="20"/>
        </w:rPr>
        <w:t xml:space="preserve"> SIWZ dotyczące</w:t>
      </w:r>
      <w:r w:rsidRPr="00673BA4">
        <w:rPr>
          <w:rFonts w:ascii="Bookman Old Style" w:hAnsi="Bookman Old Style" w:cs="Arial"/>
          <w:sz w:val="20"/>
          <w:szCs w:val="20"/>
        </w:rPr>
        <w:t xml:space="preserve"> niniejszego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3C33AF">
        <w:rPr>
          <w:rFonts w:ascii="Bookman Old Style" w:hAnsi="Bookman Old Style" w:cs="Arial"/>
          <w:sz w:val="20"/>
          <w:szCs w:val="20"/>
        </w:rPr>
        <w:t>postępowania</w:t>
      </w:r>
      <w:r>
        <w:rPr>
          <w:rFonts w:ascii="Bookman Old Style" w:hAnsi="Bookman Old Style" w:cs="Arial"/>
        </w:rPr>
        <w:t>.</w:t>
      </w:r>
    </w:p>
    <w:p w:rsidR="00723CB3" w:rsidRPr="0044254F" w:rsidRDefault="00723CB3" w:rsidP="00EC752C">
      <w:pPr>
        <w:pStyle w:val="TekstprzypisudolnegoTekstprzypisu"/>
        <w:jc w:val="both"/>
        <w:rPr>
          <w:rFonts w:ascii="Bookman Old Style" w:hAnsi="Bookman Old Style"/>
        </w:rPr>
      </w:pPr>
    </w:p>
    <w:p w:rsidR="00723CB3" w:rsidRDefault="00723CB3" w:rsidP="00EC752C">
      <w:pPr>
        <w:spacing w:line="360" w:lineRule="auto"/>
        <w:jc w:val="both"/>
        <w:rPr>
          <w:rFonts w:cs="Arial"/>
        </w:rPr>
      </w:pPr>
    </w:p>
    <w:p w:rsidR="00723CB3" w:rsidRDefault="00723CB3" w:rsidP="00EC752C">
      <w:pPr>
        <w:spacing w:line="360" w:lineRule="auto"/>
        <w:jc w:val="both"/>
        <w:rPr>
          <w:rFonts w:cs="Arial"/>
        </w:rPr>
      </w:pPr>
    </w:p>
    <w:p w:rsidR="00723CB3" w:rsidRDefault="00723CB3" w:rsidP="00EC752C">
      <w:pPr>
        <w:spacing w:line="360" w:lineRule="auto"/>
        <w:jc w:val="both"/>
        <w:rPr>
          <w:rFonts w:cs="Arial"/>
        </w:rPr>
      </w:pPr>
    </w:p>
    <w:p w:rsidR="00723CB3" w:rsidRPr="0051175C" w:rsidRDefault="00723CB3" w:rsidP="00EC752C">
      <w:pPr>
        <w:spacing w:line="360" w:lineRule="auto"/>
        <w:jc w:val="both"/>
        <w:rPr>
          <w:rFonts w:cs="Arial"/>
        </w:rPr>
      </w:pPr>
    </w:p>
    <w:p w:rsidR="00723CB3" w:rsidRPr="0044254F" w:rsidRDefault="00723CB3" w:rsidP="00EC752C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EC752C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EC752C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EC752C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2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27" style="position:absolute;left:0;text-align:left;margin-left:-3.85pt;margin-top:-16.7pt;width:151.2pt;height:5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27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</w:t>
      </w: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w związku z poleganiem na zasobach innych podmiotów</w:t>
      </w:r>
    </w:p>
    <w:p w:rsidR="00723CB3" w:rsidRPr="0044254F" w:rsidRDefault="00723CB3" w:rsidP="00876E2B">
      <w:pPr>
        <w:pStyle w:val="TekstprzypisudolnegoTekstprzypisu"/>
        <w:jc w:val="center"/>
        <w:rPr>
          <w:rFonts w:ascii="Bookman Old Style" w:hAnsi="Bookman Old Style"/>
        </w:rPr>
      </w:pPr>
    </w:p>
    <w:p w:rsidR="00723CB3" w:rsidRPr="0044254F" w:rsidRDefault="00723CB3" w:rsidP="00876E2B">
      <w:pPr>
        <w:pStyle w:val="TekstprzypisudolnegoTekstprzypisu"/>
        <w:spacing w:line="276" w:lineRule="auto"/>
        <w:rPr>
          <w:rFonts w:ascii="Bookman Old Style" w:hAnsi="Bookman Old Style"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373723">
        <w:rPr>
          <w:rFonts w:ascii="Bookman Old Style" w:hAnsi="Bookman Old Style" w:cs="Arial"/>
          <w:sz w:val="20"/>
          <w:szCs w:val="20"/>
        </w:rPr>
        <w:t xml:space="preserve">w rozdziale 2 SIWZ dotyczącej postępowania o zamówienie </w:t>
      </w:r>
      <w:r w:rsidRPr="00373723">
        <w:rPr>
          <w:rFonts w:ascii="Bookman Old Style" w:hAnsi="Bookman Old Style"/>
          <w:sz w:val="20"/>
          <w:szCs w:val="20"/>
        </w:rPr>
        <w:t>publiczne na</w:t>
      </w:r>
      <w:r w:rsidRPr="00373723">
        <w:rPr>
          <w:rFonts w:ascii="Bookman Old Style" w:hAnsi="Bookman Old Style" w:cs="Arial"/>
          <w:sz w:val="20"/>
          <w:szCs w:val="20"/>
        </w:rPr>
        <w:t xml:space="preserve"> </w:t>
      </w:r>
      <w:r w:rsidRPr="003C33AF">
        <w:rPr>
          <w:rFonts w:ascii="Bookman Old Style" w:hAnsi="Bookman Old Style"/>
          <w:b/>
          <w:sz w:val="20"/>
          <w:szCs w:val="20"/>
        </w:rPr>
        <w:t xml:space="preserve">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 w:rsidRPr="001C149B">
        <w:rPr>
          <w:rFonts w:ascii="Bookman Old Style" w:hAnsi="Bookman Old Style" w:cs="Arial"/>
          <w:i/>
          <w:sz w:val="20"/>
          <w:szCs w:val="20"/>
        </w:rPr>
        <w:t>,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1C149B">
        <w:rPr>
          <w:rFonts w:ascii="Bookman Old Style" w:hAnsi="Bookman Old Style" w:cs="Arial"/>
          <w:sz w:val="20"/>
          <w:szCs w:val="20"/>
        </w:rPr>
        <w:t>polegam na zasobach następującego/ych podmiotu/ów:</w:t>
      </w:r>
    </w:p>
    <w:p w:rsidR="00723CB3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1C149B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………………………………………………………………………...……………………………………………………………………………………………………………….………</w:t>
      </w:r>
      <w:r>
        <w:rPr>
          <w:rFonts w:ascii="Bookman Old Style" w:hAnsi="Bookman Old Style" w:cs="Arial"/>
          <w:sz w:val="20"/>
          <w:szCs w:val="20"/>
        </w:rPr>
        <w:t>………….</w:t>
      </w:r>
      <w:r w:rsidRPr="001C149B">
        <w:rPr>
          <w:rFonts w:ascii="Bookman Old Style" w:hAnsi="Bookman Old Style" w:cs="Arial"/>
          <w:sz w:val="20"/>
          <w:szCs w:val="20"/>
        </w:rPr>
        <w:t xml:space="preserve">…………………………….., </w:t>
      </w:r>
    </w:p>
    <w:p w:rsidR="00723CB3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1C149B">
        <w:rPr>
          <w:rFonts w:ascii="Bookman Old Style" w:hAnsi="Bookman Old Style" w:cs="Arial"/>
          <w:sz w:val="20"/>
          <w:szCs w:val="20"/>
        </w:rPr>
        <w:t>w</w:t>
      </w:r>
      <w:r>
        <w:rPr>
          <w:rFonts w:ascii="Bookman Old Style" w:hAnsi="Bookman Old Style" w:cs="Arial"/>
          <w:sz w:val="20"/>
          <w:szCs w:val="20"/>
        </w:rPr>
        <w:t xml:space="preserve"> następującym zakresie:</w:t>
      </w:r>
    </w:p>
    <w:p w:rsidR="00723CB3" w:rsidRPr="009576D3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………………………………..</w:t>
      </w:r>
      <w:r w:rsidRPr="001C149B">
        <w:rPr>
          <w:rFonts w:ascii="Bookman Old Style" w:hAnsi="Bookman Old Style" w:cs="Arial"/>
          <w:sz w:val="20"/>
          <w:szCs w:val="20"/>
        </w:rPr>
        <w:t>……</w:t>
      </w:r>
      <w:r>
        <w:rPr>
          <w:rFonts w:ascii="Bookman Old Style" w:hAnsi="Bookman Old Style" w:cs="Arial"/>
          <w:sz w:val="20"/>
          <w:szCs w:val="20"/>
        </w:rPr>
        <w:t>……………………………………………</w:t>
      </w:r>
      <w:r w:rsidRPr="001C149B">
        <w:rPr>
          <w:rFonts w:ascii="Bookman Old Style" w:hAnsi="Bookman Old Style" w:cs="Arial"/>
          <w:sz w:val="20"/>
          <w:szCs w:val="20"/>
        </w:rPr>
        <w:t>……………………………………</w:t>
      </w:r>
      <w:r>
        <w:rPr>
          <w:rFonts w:ascii="Bookman Old Style" w:hAnsi="Bookman Old Style" w:cs="Arial"/>
          <w:sz w:val="20"/>
          <w:szCs w:val="20"/>
        </w:rPr>
        <w:t>..</w:t>
      </w:r>
      <w:r w:rsidRPr="001C149B">
        <w:rPr>
          <w:rFonts w:ascii="Bookman Old Style" w:hAnsi="Bookman Old Style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C149B">
        <w:rPr>
          <w:rFonts w:ascii="Bookman Old Style" w:hAnsi="Bookman Old Style" w:cs="Arial"/>
          <w:i/>
          <w:sz w:val="20"/>
          <w:szCs w:val="20"/>
        </w:rPr>
        <w:t xml:space="preserve">(wskazać podmiot i określić odpowiedni zakres dla wskazanego podmiotu). </w:t>
      </w:r>
    </w:p>
    <w:p w:rsidR="00723CB3" w:rsidRDefault="00723CB3" w:rsidP="00876E2B">
      <w:pPr>
        <w:spacing w:line="276" w:lineRule="auto"/>
        <w:jc w:val="both"/>
        <w:rPr>
          <w:rFonts w:cs="Arial"/>
          <w:i/>
        </w:rPr>
      </w:pPr>
    </w:p>
    <w:p w:rsidR="00723CB3" w:rsidRDefault="00723CB3" w:rsidP="00876E2B">
      <w:pPr>
        <w:spacing w:line="360" w:lineRule="auto"/>
        <w:jc w:val="both"/>
        <w:rPr>
          <w:rFonts w:cs="Arial"/>
          <w:i/>
        </w:rPr>
      </w:pPr>
    </w:p>
    <w:p w:rsidR="00723CB3" w:rsidRDefault="00723CB3" w:rsidP="00876E2B">
      <w:pPr>
        <w:spacing w:line="360" w:lineRule="auto"/>
        <w:jc w:val="both"/>
        <w:rPr>
          <w:rFonts w:cs="Arial"/>
          <w:i/>
        </w:rPr>
      </w:pPr>
    </w:p>
    <w:p w:rsidR="00723CB3" w:rsidRDefault="00723CB3" w:rsidP="00876E2B">
      <w:pPr>
        <w:spacing w:line="360" w:lineRule="auto"/>
        <w:jc w:val="both"/>
        <w:rPr>
          <w:rFonts w:cs="Arial"/>
          <w:i/>
        </w:rPr>
      </w:pPr>
    </w:p>
    <w:p w:rsidR="00723CB3" w:rsidRDefault="00723CB3" w:rsidP="00876E2B">
      <w:pPr>
        <w:spacing w:line="360" w:lineRule="auto"/>
        <w:jc w:val="both"/>
        <w:rPr>
          <w:rFonts w:cs="Arial"/>
          <w:i/>
        </w:rPr>
      </w:pPr>
    </w:p>
    <w:p w:rsidR="00723CB3" w:rsidRPr="004F3C0A" w:rsidRDefault="00723CB3" w:rsidP="00876E2B">
      <w:pPr>
        <w:spacing w:line="360" w:lineRule="auto"/>
        <w:jc w:val="both"/>
        <w:rPr>
          <w:rFonts w:cs="Arial"/>
          <w:i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C752C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3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28" style="position:absolute;left:0;text-align:left;margin-left:-3.85pt;margin-top:-16.7pt;width:151.2pt;height:57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28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</w:p>
    <w:p w:rsidR="00723CB3" w:rsidRPr="001C55F9" w:rsidRDefault="00723CB3" w:rsidP="00876E2B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 w:cs="Arial"/>
          <w:b/>
          <w:sz w:val="20"/>
          <w:szCs w:val="20"/>
        </w:rPr>
        <w:t xml:space="preserve">składane na podstawie art. </w:t>
      </w:r>
      <w:r>
        <w:rPr>
          <w:rFonts w:ascii="Bookman Old Style" w:hAnsi="Bookman Old Style" w:cs="Arial"/>
          <w:b/>
          <w:sz w:val="20"/>
          <w:szCs w:val="20"/>
        </w:rPr>
        <w:t>24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ustawy </w:t>
      </w:r>
      <w:r>
        <w:rPr>
          <w:rFonts w:ascii="Bookman Old Style" w:hAnsi="Bookman Old Style" w:cs="Arial"/>
          <w:b/>
          <w:sz w:val="20"/>
          <w:szCs w:val="20"/>
        </w:rPr>
        <w:t>Pzp</w:t>
      </w:r>
    </w:p>
    <w:p w:rsidR="00723CB3" w:rsidRPr="0044254F" w:rsidRDefault="00723CB3" w:rsidP="00876E2B">
      <w:pPr>
        <w:pStyle w:val="TekstprzypisudolnegoTekstprzypisu"/>
        <w:jc w:val="center"/>
        <w:rPr>
          <w:rFonts w:ascii="Bookman Old Style" w:hAnsi="Bookman Old Style"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Pr="001C149B" w:rsidRDefault="00723CB3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373723">
        <w:rPr>
          <w:rFonts w:ascii="Bookman Old Style" w:hAnsi="Bookman Old Style" w:cs="Arial"/>
          <w:sz w:val="20"/>
          <w:szCs w:val="20"/>
        </w:rPr>
        <w:t xml:space="preserve">w rozdziale 2 SIWZ dotyczącej postępowania o zamówienie </w:t>
      </w:r>
      <w:r w:rsidRPr="00373723">
        <w:rPr>
          <w:rFonts w:ascii="Bookman Old Style" w:hAnsi="Bookman Old Style"/>
          <w:sz w:val="20"/>
          <w:szCs w:val="20"/>
        </w:rPr>
        <w:t>publiczne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373723">
        <w:rPr>
          <w:rFonts w:ascii="Bookman Old Style" w:hAnsi="Bookman Old Style" w:cs="Arial"/>
          <w:sz w:val="20"/>
          <w:szCs w:val="20"/>
        </w:rPr>
        <w:t xml:space="preserve">na </w:t>
      </w:r>
      <w:r w:rsidRPr="003C33AF">
        <w:rPr>
          <w:rFonts w:ascii="Bookman Old Style" w:hAnsi="Bookman Old Style"/>
          <w:b/>
          <w:sz w:val="20"/>
          <w:szCs w:val="20"/>
        </w:rPr>
        <w:t xml:space="preserve">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 w:rsidRPr="001C149B">
        <w:rPr>
          <w:rFonts w:ascii="Bookman Old Style" w:hAnsi="Bookman Old Style" w:cs="Arial"/>
          <w:sz w:val="20"/>
          <w:szCs w:val="20"/>
        </w:rPr>
        <w:t xml:space="preserve"> </w:t>
      </w:r>
    </w:p>
    <w:p w:rsidR="00723CB3" w:rsidRPr="008444B9" w:rsidRDefault="00723CB3" w:rsidP="00876E2B">
      <w:pPr>
        <w:pStyle w:val="ListParagraph"/>
        <w:suppressAutoHyphens w:val="0"/>
        <w:spacing w:line="276" w:lineRule="auto"/>
        <w:ind w:left="0"/>
        <w:contextualSpacing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</w:t>
      </w:r>
      <w:r w:rsidRPr="00C01095">
        <w:rPr>
          <w:rFonts w:ascii="Bookman Old Style" w:hAnsi="Bookman Old Style" w:cs="Arial"/>
          <w:sz w:val="20"/>
          <w:szCs w:val="20"/>
        </w:rPr>
        <w:t xml:space="preserve">świadczam, że nie podlegam wykluczeniu z postępowania na podstawie </w:t>
      </w:r>
      <w:r w:rsidRPr="00C01095">
        <w:rPr>
          <w:rFonts w:ascii="Bookman Old Style" w:hAnsi="Bookman Old Style" w:cs="Arial"/>
          <w:sz w:val="20"/>
          <w:szCs w:val="20"/>
        </w:rPr>
        <w:br/>
      </w:r>
      <w:r w:rsidRPr="008444B9">
        <w:rPr>
          <w:rFonts w:ascii="Bookman Old Style" w:hAnsi="Bookman Old Style" w:cs="Arial"/>
          <w:sz w:val="20"/>
          <w:szCs w:val="20"/>
        </w:rPr>
        <w:t>art. 24 ust 1 pkt 12-23 i ust. 5 pkt 1,2,4 ustawy Pzp.</w:t>
      </w:r>
    </w:p>
    <w:p w:rsidR="00723CB3" w:rsidRPr="00C01095" w:rsidRDefault="00723CB3" w:rsidP="00876E2B">
      <w:pPr>
        <w:jc w:val="both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C752C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723CB3" w:rsidRPr="00C01095" w:rsidRDefault="00723CB3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723CB3" w:rsidRPr="00C01095" w:rsidRDefault="00723CB3" w:rsidP="00876E2B">
      <w:pPr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C01095">
        <w:rPr>
          <w:rFonts w:ascii="Bookman Old Style" w:hAnsi="Bookman Old Style" w:cs="Arial"/>
          <w:sz w:val="20"/>
          <w:szCs w:val="20"/>
        </w:rPr>
        <w:t>Oświadczam, że zachodzą w stosunku do mnie podstawy wykluczenia z po</w:t>
      </w:r>
      <w:r>
        <w:rPr>
          <w:rFonts w:ascii="Bookman Old Style" w:hAnsi="Bookman Old Style" w:cs="Arial"/>
          <w:sz w:val="20"/>
          <w:szCs w:val="20"/>
        </w:rPr>
        <w:t>stępowania na podstawie art. .</w:t>
      </w:r>
      <w:r w:rsidRPr="00C01095">
        <w:rPr>
          <w:rFonts w:ascii="Bookman Old Style" w:hAnsi="Bookman Old Style" w:cs="Arial"/>
          <w:sz w:val="20"/>
          <w:szCs w:val="20"/>
        </w:rPr>
        <w:t xml:space="preserve">…. ustawy Pzp </w:t>
      </w:r>
      <w:r w:rsidRPr="00C01095">
        <w:rPr>
          <w:rFonts w:ascii="Bookman Old Style" w:hAnsi="Bookman Old Style" w:cs="Arial"/>
          <w:i/>
          <w:sz w:val="20"/>
          <w:szCs w:val="20"/>
        </w:rPr>
        <w:t>(podać mającą zastosowanie podstawę wykluczenia spośród wymienionych w art. 24 ust. 1 pkt 1</w:t>
      </w:r>
      <w:r>
        <w:rPr>
          <w:rFonts w:ascii="Bookman Old Style" w:hAnsi="Bookman Old Style" w:cs="Arial"/>
          <w:i/>
          <w:sz w:val="20"/>
          <w:szCs w:val="20"/>
        </w:rPr>
        <w:t xml:space="preserve">3-14, 16-20 lub art. 24 ust. 5 </w:t>
      </w:r>
      <w:r w:rsidRPr="00C01095">
        <w:rPr>
          <w:rFonts w:ascii="Bookman Old Style" w:hAnsi="Bookman Old Style" w:cs="Arial"/>
          <w:i/>
          <w:sz w:val="20"/>
          <w:szCs w:val="20"/>
        </w:rPr>
        <w:t>pkt. 1</w:t>
      </w:r>
      <w:r>
        <w:rPr>
          <w:rFonts w:ascii="Bookman Old Style" w:hAnsi="Bookman Old Style" w:cs="Arial"/>
          <w:i/>
          <w:sz w:val="20"/>
          <w:szCs w:val="20"/>
        </w:rPr>
        <w:t>,2,4 u</w:t>
      </w:r>
      <w:r w:rsidRPr="00C01095">
        <w:rPr>
          <w:rFonts w:ascii="Bookman Old Style" w:hAnsi="Bookman Old Style" w:cs="Arial"/>
          <w:i/>
          <w:sz w:val="20"/>
          <w:szCs w:val="20"/>
        </w:rPr>
        <w:t>stawy Pzp).</w:t>
      </w:r>
      <w:r w:rsidRPr="00C01095">
        <w:rPr>
          <w:rFonts w:ascii="Bookman Old Style" w:hAnsi="Bookman Old Style" w:cs="Arial"/>
          <w:sz w:val="20"/>
          <w:szCs w:val="20"/>
        </w:rPr>
        <w:t xml:space="preserve"> Jednocześnie oświadczam, że w związku z ww. okolicznośc</w:t>
      </w:r>
      <w:r>
        <w:rPr>
          <w:rFonts w:ascii="Bookman Old Style" w:hAnsi="Bookman Old Style" w:cs="Arial"/>
          <w:sz w:val="20"/>
          <w:szCs w:val="20"/>
        </w:rPr>
        <w:t xml:space="preserve">ią, na podstawie art. 24 ust. 8 </w:t>
      </w:r>
      <w:r w:rsidRPr="00C01095">
        <w:rPr>
          <w:rFonts w:ascii="Bookman Old Style" w:hAnsi="Bookman Old Style" w:cs="Arial"/>
          <w:sz w:val="20"/>
          <w:szCs w:val="20"/>
        </w:rPr>
        <w:t>ustawy Pzp podjąłem następujące środki naprawcze:</w:t>
      </w:r>
    </w:p>
    <w:p w:rsidR="00723CB3" w:rsidRPr="00C01095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..</w:t>
      </w:r>
      <w:r w:rsidRPr="00C01095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………………………………………………………………………………………………………………..</w:t>
      </w:r>
      <w:r>
        <w:rPr>
          <w:rFonts w:ascii="Bookman Old Style" w:hAnsi="Bookman Old Style" w:cs="Arial"/>
          <w:sz w:val="20"/>
          <w:szCs w:val="20"/>
        </w:rPr>
        <w:t>......</w:t>
      </w:r>
    </w:p>
    <w:p w:rsidR="00723CB3" w:rsidRPr="00C01095" w:rsidRDefault="00723CB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C01095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3CB3" w:rsidRDefault="00723CB3" w:rsidP="00876E2B">
      <w:pPr>
        <w:spacing w:line="276" w:lineRule="auto"/>
        <w:jc w:val="both"/>
        <w:rPr>
          <w:rFonts w:cs="Arial"/>
          <w:i/>
        </w:rPr>
      </w:pPr>
    </w:p>
    <w:p w:rsidR="00723CB3" w:rsidRDefault="00723CB3" w:rsidP="00876E2B">
      <w:pPr>
        <w:spacing w:line="276" w:lineRule="auto"/>
        <w:jc w:val="both"/>
        <w:rPr>
          <w:rFonts w:cs="Arial"/>
          <w:i/>
        </w:rPr>
      </w:pPr>
    </w:p>
    <w:p w:rsidR="00723CB3" w:rsidRDefault="00723CB3" w:rsidP="00876E2B">
      <w:pPr>
        <w:spacing w:line="276" w:lineRule="auto"/>
        <w:jc w:val="both"/>
        <w:rPr>
          <w:rFonts w:cs="Arial"/>
          <w:i/>
        </w:rPr>
      </w:pPr>
    </w:p>
    <w:p w:rsidR="00723CB3" w:rsidRPr="004F3C0A" w:rsidRDefault="00723CB3" w:rsidP="00876E2B">
      <w:pPr>
        <w:spacing w:line="276" w:lineRule="auto"/>
        <w:jc w:val="both"/>
        <w:rPr>
          <w:rFonts w:cs="Arial"/>
          <w:i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44254F" w:rsidRDefault="00723CB3" w:rsidP="00876E2B">
      <w:pPr>
        <w:ind w:left="4956" w:firstLine="708"/>
        <w:rPr>
          <w:rFonts w:ascii="Bookman Old Style" w:hAnsi="Bookman Old Style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4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29" style="position:absolute;left:0;text-align:left;margin-left:-3.85pt;margin-top:-16.7pt;width:151.2pt;height:57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29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dotyczące podmiotu, </w:t>
      </w: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na którego zasoby powołuje się Wykonawca</w:t>
      </w:r>
    </w:p>
    <w:p w:rsidR="00723CB3" w:rsidRDefault="00723CB3" w:rsidP="00876E2B">
      <w:pPr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1C149B">
        <w:rPr>
          <w:rFonts w:ascii="Bookman Old Style" w:hAnsi="Bookman Old Style" w:cs="Arial"/>
          <w:sz w:val="20"/>
          <w:szCs w:val="20"/>
        </w:rPr>
        <w:t xml:space="preserve">w </w:t>
      </w:r>
      <w:r>
        <w:rPr>
          <w:rFonts w:ascii="Bookman Old Style" w:hAnsi="Bookman Old Style" w:cs="Arial"/>
          <w:sz w:val="20"/>
          <w:szCs w:val="20"/>
        </w:rPr>
        <w:t>roz</w:t>
      </w:r>
      <w:r w:rsidRPr="001C149B">
        <w:rPr>
          <w:rFonts w:ascii="Bookman Old Style" w:hAnsi="Bookman Old Style" w:cs="Arial"/>
          <w:sz w:val="20"/>
          <w:szCs w:val="20"/>
        </w:rPr>
        <w:t xml:space="preserve">dziale </w:t>
      </w:r>
      <w:r>
        <w:rPr>
          <w:rFonts w:ascii="Bookman Old Style" w:hAnsi="Bookman Old Style" w:cs="Arial"/>
          <w:sz w:val="20"/>
          <w:szCs w:val="20"/>
        </w:rPr>
        <w:t>2</w:t>
      </w:r>
      <w:r w:rsidRPr="001C149B">
        <w:rPr>
          <w:rFonts w:ascii="Bookman Old Style" w:hAnsi="Bookman Old Style" w:cs="Arial"/>
          <w:sz w:val="20"/>
          <w:szCs w:val="20"/>
        </w:rPr>
        <w:t xml:space="preserve"> SIWZ dotycząc</w:t>
      </w:r>
      <w:r>
        <w:rPr>
          <w:rFonts w:ascii="Bookman Old Style" w:hAnsi="Bookman Old Style" w:cs="Arial"/>
          <w:sz w:val="20"/>
          <w:szCs w:val="20"/>
        </w:rPr>
        <w:t>ych</w:t>
      </w:r>
      <w:r w:rsidRPr="001C149B">
        <w:rPr>
          <w:rFonts w:ascii="Bookman Old Style" w:hAnsi="Bookman Old Style" w:cs="Arial"/>
          <w:sz w:val="20"/>
          <w:szCs w:val="20"/>
        </w:rPr>
        <w:t xml:space="preserve"> postępowania </w:t>
      </w:r>
      <w:r>
        <w:rPr>
          <w:rFonts w:ascii="Bookman Old Style" w:hAnsi="Bookman Old Style" w:cs="Arial"/>
          <w:sz w:val="20"/>
          <w:szCs w:val="20"/>
        </w:rPr>
        <w:t xml:space="preserve">o zamówienie </w:t>
      </w:r>
      <w:r w:rsidRPr="003C33AF">
        <w:rPr>
          <w:rFonts w:ascii="Bookman Old Style" w:hAnsi="Bookman Old Style"/>
          <w:sz w:val="20"/>
          <w:szCs w:val="20"/>
        </w:rPr>
        <w:t>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na </w:t>
      </w:r>
      <w:r w:rsidRPr="003C33AF">
        <w:rPr>
          <w:rFonts w:ascii="Bookman Old Style" w:hAnsi="Bookman Old Style"/>
          <w:b/>
          <w:sz w:val="20"/>
          <w:szCs w:val="20"/>
        </w:rPr>
        <w:t xml:space="preserve">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 w:rsidRPr="00986031">
        <w:rPr>
          <w:rFonts w:ascii="Bookman Old Style" w:hAnsi="Bookman Old Style"/>
          <w:sz w:val="20"/>
          <w:szCs w:val="20"/>
        </w:rPr>
        <w:t xml:space="preserve">, </w:t>
      </w:r>
    </w:p>
    <w:p w:rsidR="00723CB3" w:rsidRPr="00082221" w:rsidRDefault="00723CB3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986031">
        <w:rPr>
          <w:rFonts w:ascii="Bookman Old Style" w:hAnsi="Bookman Old Style"/>
          <w:sz w:val="20"/>
          <w:szCs w:val="20"/>
        </w:rPr>
        <w:t>o</w:t>
      </w:r>
      <w:r w:rsidRPr="00986031">
        <w:rPr>
          <w:rFonts w:ascii="Bookman Old Style" w:hAnsi="Bookman Old Style" w:cs="Arial"/>
          <w:sz w:val="20"/>
          <w:szCs w:val="20"/>
        </w:rPr>
        <w:t>świadczam, że następujący</w:t>
      </w:r>
      <w:r w:rsidRPr="00082221">
        <w:rPr>
          <w:rFonts w:ascii="Bookman Old Style" w:hAnsi="Bookman Old Style" w:cs="Arial"/>
          <w:sz w:val="20"/>
          <w:szCs w:val="20"/>
        </w:rPr>
        <w:t xml:space="preserve">/e podmiot/y, na którego/ych zasoby powołuję się w niniejszym postępowaniu, tj.: …………………………………………………………………….……………………… </w:t>
      </w:r>
      <w:r w:rsidRPr="00082221">
        <w:rPr>
          <w:rFonts w:ascii="Bookman Old Style" w:hAnsi="Bookman Old Style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082221">
        <w:rPr>
          <w:rFonts w:ascii="Bookman Old Style" w:hAnsi="Bookman Old Style" w:cs="Arial"/>
          <w:sz w:val="20"/>
          <w:szCs w:val="20"/>
        </w:rPr>
        <w:t>nie podlega/ją wykluczeniu z postępowania o udzielenie zamówienia.</w:t>
      </w:r>
    </w:p>
    <w:p w:rsidR="00723CB3" w:rsidRPr="00C01095" w:rsidRDefault="00723CB3" w:rsidP="00876E2B">
      <w:pPr>
        <w:jc w:val="both"/>
        <w:rPr>
          <w:rFonts w:ascii="Bookman Old Style" w:hAnsi="Bookman Old Style" w:cs="Arial"/>
          <w:i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A6327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5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30" style="position:absolute;left:0;text-align:left;margin-left:-3.85pt;margin-top:-16.7pt;width:151.2pt;height:57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0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dotyczące podwykonawcy </w:t>
      </w:r>
      <w:r>
        <w:rPr>
          <w:rFonts w:ascii="Bookman Old Style" w:hAnsi="Bookman Old Style"/>
          <w:b/>
          <w:bCs/>
        </w:rPr>
        <w:br/>
        <w:t>niebędącym podmiotem, na którego zasoby powołuje się Wykonawca</w:t>
      </w:r>
    </w:p>
    <w:p w:rsidR="00723CB3" w:rsidRDefault="00723CB3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</w:p>
    <w:p w:rsidR="00723CB3" w:rsidRDefault="00723CB3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  <w:r w:rsidRPr="00082221">
        <w:rPr>
          <w:rFonts w:ascii="Bookman Old Style" w:hAnsi="Bookman Old Style"/>
          <w:bCs/>
        </w:rPr>
        <w:t xml:space="preserve">[zastosować tylko w przypadku, gdy zamawiający przewidział możliwość, </w:t>
      </w:r>
    </w:p>
    <w:p w:rsidR="00723CB3" w:rsidRPr="00082221" w:rsidRDefault="00723CB3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  <w:r w:rsidRPr="00082221">
        <w:rPr>
          <w:rFonts w:ascii="Bookman Old Style" w:hAnsi="Bookman Old Style"/>
          <w:bCs/>
        </w:rPr>
        <w:t xml:space="preserve">o </w:t>
      </w:r>
      <w:r>
        <w:rPr>
          <w:rFonts w:ascii="Bookman Old Style" w:hAnsi="Bookman Old Style"/>
          <w:bCs/>
        </w:rPr>
        <w:t xml:space="preserve">której mowa w art. </w:t>
      </w:r>
      <w:r w:rsidRPr="00082221">
        <w:rPr>
          <w:rFonts w:ascii="Bookman Old Style" w:hAnsi="Bookman Old Style"/>
          <w:bCs/>
        </w:rPr>
        <w:t xml:space="preserve">25a ust. 5 pkt 2 ustawy Pzp] </w:t>
      </w:r>
    </w:p>
    <w:p w:rsidR="00723CB3" w:rsidRPr="0044254F" w:rsidRDefault="00723CB3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/>
          <w:bCs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723CB3" w:rsidRPr="001320CD" w:rsidRDefault="00723CB3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1C149B">
        <w:rPr>
          <w:rFonts w:ascii="Bookman Old Style" w:hAnsi="Bookman Old Style" w:cs="Arial"/>
          <w:sz w:val="20"/>
          <w:szCs w:val="20"/>
        </w:rPr>
        <w:t xml:space="preserve">w </w:t>
      </w:r>
      <w:r>
        <w:rPr>
          <w:rFonts w:ascii="Bookman Old Style" w:hAnsi="Bookman Old Style" w:cs="Arial"/>
          <w:sz w:val="20"/>
          <w:szCs w:val="20"/>
        </w:rPr>
        <w:t>roz</w:t>
      </w:r>
      <w:r w:rsidRPr="001C149B">
        <w:rPr>
          <w:rFonts w:ascii="Bookman Old Style" w:hAnsi="Bookman Old Style" w:cs="Arial"/>
          <w:sz w:val="20"/>
          <w:szCs w:val="20"/>
        </w:rPr>
        <w:t xml:space="preserve">dziale </w:t>
      </w:r>
      <w:r>
        <w:rPr>
          <w:rFonts w:ascii="Bookman Old Style" w:hAnsi="Bookman Old Style" w:cs="Arial"/>
          <w:sz w:val="20"/>
          <w:szCs w:val="20"/>
        </w:rPr>
        <w:t>2</w:t>
      </w:r>
      <w:r w:rsidRPr="001C149B">
        <w:rPr>
          <w:rFonts w:ascii="Bookman Old Style" w:hAnsi="Bookman Old Style" w:cs="Arial"/>
          <w:sz w:val="20"/>
          <w:szCs w:val="20"/>
        </w:rPr>
        <w:t xml:space="preserve"> SIWZ dotyczącej postępowania </w:t>
      </w:r>
      <w:r>
        <w:rPr>
          <w:rFonts w:ascii="Bookman Old Style" w:hAnsi="Bookman Old Style" w:cs="Arial"/>
          <w:sz w:val="20"/>
          <w:szCs w:val="20"/>
        </w:rPr>
        <w:t>o zamówienie</w:t>
      </w:r>
      <w:r w:rsidRPr="001C149B">
        <w:rPr>
          <w:rFonts w:ascii="Bookman Old Style" w:hAnsi="Bookman Old Style" w:cs="Arial"/>
          <w:sz w:val="20"/>
          <w:szCs w:val="20"/>
        </w:rPr>
        <w:t xml:space="preserve"> </w:t>
      </w:r>
      <w:r w:rsidRPr="003C33AF">
        <w:rPr>
          <w:rFonts w:ascii="Bookman Old Style" w:hAnsi="Bookman Old Style"/>
          <w:sz w:val="20"/>
          <w:szCs w:val="20"/>
        </w:rPr>
        <w:t>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na </w:t>
      </w:r>
      <w:r w:rsidRPr="003C33AF">
        <w:rPr>
          <w:rFonts w:ascii="Bookman Old Style" w:hAnsi="Bookman Old Style"/>
          <w:b/>
          <w:sz w:val="20"/>
          <w:szCs w:val="20"/>
        </w:rPr>
        <w:t xml:space="preserve">„Zakup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 w:rsidRPr="001C149B">
        <w:rPr>
          <w:rFonts w:ascii="Bookman Old Style" w:hAnsi="Bookman Old Style" w:cs="Arial"/>
          <w:i/>
          <w:sz w:val="20"/>
          <w:szCs w:val="20"/>
        </w:rPr>
        <w:t>,</w:t>
      </w:r>
      <w:r w:rsidRPr="001C149B">
        <w:rPr>
          <w:rFonts w:ascii="Bookman Old Style" w:hAnsi="Bookman Old Style" w:cs="Arial"/>
          <w:sz w:val="20"/>
          <w:szCs w:val="20"/>
        </w:rPr>
        <w:t xml:space="preserve"> </w:t>
      </w:r>
    </w:p>
    <w:p w:rsidR="00723CB3" w:rsidRPr="00082221" w:rsidRDefault="00723CB3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</w:t>
      </w:r>
      <w:r w:rsidRPr="00082221">
        <w:rPr>
          <w:rFonts w:ascii="Bookman Old Style" w:hAnsi="Bookman Old Style" w:cs="Arial"/>
          <w:sz w:val="20"/>
          <w:szCs w:val="20"/>
        </w:rPr>
        <w:t xml:space="preserve">świadczam, że następujący/e podmiot/y, na którego/ych zasoby powołuję się w niniejszym postępowaniu, tj.: …………………………………………………………………….……………………… </w:t>
      </w:r>
      <w:r w:rsidRPr="00082221">
        <w:rPr>
          <w:rFonts w:ascii="Bookman Old Style" w:hAnsi="Bookman Old Style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082221">
        <w:rPr>
          <w:rFonts w:ascii="Bookman Old Style" w:hAnsi="Bookman Old Style" w:cs="Arial"/>
          <w:sz w:val="20"/>
          <w:szCs w:val="20"/>
        </w:rPr>
        <w:t>nie podlega/ją wykluczeniu z postępowania o udzielenie zamówienia.</w:t>
      </w:r>
    </w:p>
    <w:p w:rsidR="00723CB3" w:rsidRDefault="00723CB3" w:rsidP="00876E2B">
      <w:pPr>
        <w:spacing w:line="276" w:lineRule="auto"/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A6327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6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31" style="position:absolute;left:0;text-align:left;margin-left:-3.85pt;margin-top:-16.7pt;width:151.2pt;height:57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1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2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bCs/>
        </w:rPr>
        <w:t>Wykaz wykonanych dostaw*</w:t>
      </w:r>
    </w:p>
    <w:p w:rsidR="00723CB3" w:rsidRPr="0044254F" w:rsidRDefault="00723CB3" w:rsidP="00876E2B">
      <w:pPr>
        <w:jc w:val="center"/>
        <w:rPr>
          <w:rFonts w:ascii="Bookman Old Style" w:hAnsi="Bookman Old Style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5"/>
        <w:gridCol w:w="2844"/>
        <w:gridCol w:w="2348"/>
        <w:gridCol w:w="1808"/>
        <w:gridCol w:w="1826"/>
      </w:tblGrid>
      <w:tr w:rsidR="00723CB3" w:rsidRPr="0044254F" w:rsidTr="00F56934">
        <w:tc>
          <w:tcPr>
            <w:tcW w:w="525" w:type="dxa"/>
            <w:vAlign w:val="center"/>
          </w:tcPr>
          <w:p w:rsidR="00723CB3" w:rsidRPr="0044254F" w:rsidRDefault="00723CB3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Lp.</w:t>
            </w:r>
          </w:p>
        </w:tc>
        <w:tc>
          <w:tcPr>
            <w:tcW w:w="2844" w:type="dxa"/>
            <w:vAlign w:val="center"/>
          </w:tcPr>
          <w:p w:rsidR="00723CB3" w:rsidRPr="0044254F" w:rsidRDefault="00723CB3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>Nazwa i adres zamawiającego (odbiorcy)</w:t>
            </w:r>
          </w:p>
        </w:tc>
        <w:tc>
          <w:tcPr>
            <w:tcW w:w="2348" w:type="dxa"/>
            <w:vAlign w:val="center"/>
          </w:tcPr>
          <w:p w:rsidR="00723CB3" w:rsidRPr="0044254F" w:rsidRDefault="00723CB3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>Przedmiot dostawy</w:t>
            </w:r>
          </w:p>
        </w:tc>
        <w:tc>
          <w:tcPr>
            <w:tcW w:w="1808" w:type="dxa"/>
          </w:tcPr>
          <w:p w:rsidR="00723CB3" w:rsidRDefault="00723CB3" w:rsidP="00F56934">
            <w:pPr>
              <w:ind w:left="62" w:hanging="62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Wielkość dostawy </w:t>
            </w:r>
          </w:p>
          <w:p w:rsidR="00723CB3" w:rsidRPr="0044254F" w:rsidRDefault="00723CB3" w:rsidP="00F56934">
            <w:pPr>
              <w:ind w:left="62" w:hanging="62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[nie mniej niż 350 MWh]</w:t>
            </w:r>
          </w:p>
        </w:tc>
        <w:tc>
          <w:tcPr>
            <w:tcW w:w="1826" w:type="dxa"/>
          </w:tcPr>
          <w:p w:rsidR="00723CB3" w:rsidRPr="0044254F" w:rsidRDefault="00723CB3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 xml:space="preserve">Termin rozpoczęcia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br/>
            </w: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 xml:space="preserve">i zakończenia realizacji </w:t>
            </w:r>
          </w:p>
        </w:tc>
      </w:tr>
      <w:tr w:rsidR="00723CB3" w:rsidRPr="0044254F" w:rsidTr="00F56934">
        <w:tc>
          <w:tcPr>
            <w:tcW w:w="525" w:type="dxa"/>
            <w:vAlign w:val="center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1.</w:t>
            </w:r>
          </w:p>
        </w:tc>
        <w:tc>
          <w:tcPr>
            <w:tcW w:w="2844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8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8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26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23CB3" w:rsidRPr="0044254F" w:rsidTr="00F56934">
        <w:tc>
          <w:tcPr>
            <w:tcW w:w="525" w:type="dxa"/>
            <w:vAlign w:val="center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2.</w:t>
            </w:r>
          </w:p>
        </w:tc>
        <w:tc>
          <w:tcPr>
            <w:tcW w:w="2844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8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8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26" w:type="dxa"/>
          </w:tcPr>
          <w:p w:rsidR="00723CB3" w:rsidRPr="0044254F" w:rsidRDefault="00723CB3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b/>
          <w:sz w:val="20"/>
          <w:szCs w:val="20"/>
        </w:rPr>
        <w:t>*Uwaga!</w:t>
      </w:r>
    </w:p>
    <w:p w:rsidR="00723CB3" w:rsidRPr="0044254F" w:rsidRDefault="00723CB3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Wraz z wykazem Wykonawca zobowiązany jest złożyć dowody potwierdzające, że wskazane dostawy zostały wykonane lub są wykonywane należycie.</w:t>
      </w:r>
    </w:p>
    <w:p w:rsidR="00723CB3" w:rsidRDefault="00723CB3" w:rsidP="00876E2B">
      <w:pPr>
        <w:spacing w:line="276" w:lineRule="auto"/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Default="00723CB3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A6327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723CB3" w:rsidRPr="0044254F" w:rsidRDefault="00723CB3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7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723CB3" w:rsidRPr="0044254F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pStyle w:val="Heading7"/>
        <w:rPr>
          <w:rFonts w:ascii="Bookman Old Style" w:hAnsi="Bookman Old Style"/>
          <w:sz w:val="20"/>
          <w:szCs w:val="20"/>
        </w:rPr>
      </w:pPr>
      <w:r>
        <w:rPr>
          <w:noProof/>
          <w:lang w:eastAsia="pl-PL"/>
        </w:rPr>
        <w:pict>
          <v:rect id="_x0000_s1032" style="position:absolute;left:0;text-align:left;margin-left:-3.85pt;margin-top:-16.7pt;width:151.2pt;height:57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2" inset="0,0,0,0">
              <w:txbxContent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</w:p>
                <w:p w:rsidR="00723CB3" w:rsidRDefault="00723CB3" w:rsidP="00876E2B">
                  <w:pPr>
                    <w:jc w:val="center"/>
                  </w:pPr>
                </w:p>
                <w:p w:rsidR="00723CB3" w:rsidRPr="00F14857" w:rsidRDefault="00723CB3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723CB3" w:rsidRDefault="00723CB3" w:rsidP="00876E2B"/>
                <w:p w:rsidR="00723CB3" w:rsidRDefault="00723CB3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723CB3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723CB3" w:rsidRPr="0044254F" w:rsidRDefault="00723CB3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  <w:lang w:eastAsia="ar-SA"/>
        </w:rPr>
      </w:pPr>
      <w:r w:rsidRPr="0044254F">
        <w:rPr>
          <w:rFonts w:ascii="Bookman Old Style" w:hAnsi="Bookman Old Style"/>
          <w:b/>
          <w:bCs/>
          <w:lang w:eastAsia="ar-SA"/>
        </w:rPr>
        <w:t>Informacja Wykonawcy</w:t>
      </w:r>
    </w:p>
    <w:p w:rsidR="00723CB3" w:rsidRPr="0044254F" w:rsidRDefault="00723CB3" w:rsidP="00876E2B">
      <w:pPr>
        <w:pStyle w:val="TekstprzypisudolnegoTekstprzypisu"/>
        <w:jc w:val="center"/>
        <w:rPr>
          <w:rFonts w:ascii="Bookman Old Style" w:hAnsi="Bookman Old Style"/>
          <w:lang w:eastAsia="ar-SA"/>
        </w:rPr>
      </w:pPr>
    </w:p>
    <w:p w:rsidR="00723CB3" w:rsidRDefault="00723CB3" w:rsidP="00876E2B">
      <w:pPr>
        <w:pStyle w:val="BodyText2"/>
        <w:spacing w:before="120" w:line="276" w:lineRule="auto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 w:rsidRPr="001C149B">
        <w:rPr>
          <w:rFonts w:ascii="Bookman Old Style" w:hAnsi="Bookman Old Style" w:cs="Arial"/>
          <w:sz w:val="20"/>
          <w:szCs w:val="20"/>
        </w:rPr>
        <w:t xml:space="preserve">na </w:t>
      </w:r>
      <w:r w:rsidRPr="003C33AF">
        <w:rPr>
          <w:rFonts w:ascii="Bookman Old Style" w:hAnsi="Bookman Old Style"/>
          <w:b/>
          <w:sz w:val="20"/>
          <w:szCs w:val="20"/>
        </w:rPr>
        <w:t xml:space="preserve">Zakup w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3C33AF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 xml:space="preserve">obiektów Gminy Mstów i jej </w:t>
      </w:r>
      <w:r w:rsidRPr="003C33AF">
        <w:rPr>
          <w:rFonts w:ascii="Bookman Old Style" w:hAnsi="Bookman Old Style"/>
          <w:b/>
          <w:sz w:val="20"/>
          <w:szCs w:val="20"/>
        </w:rPr>
        <w:t>jednostek organizacyjnych"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44254F">
        <w:rPr>
          <w:rFonts w:ascii="Bookman Old Style" w:hAnsi="Bookman Old Style"/>
          <w:sz w:val="20"/>
          <w:szCs w:val="20"/>
        </w:rPr>
        <w:t xml:space="preserve">informuję, że </w:t>
      </w:r>
    </w:p>
    <w:p w:rsidR="00723CB3" w:rsidRDefault="00723CB3" w:rsidP="00876E2B">
      <w:pPr>
        <w:pStyle w:val="BodyText2"/>
        <w:spacing w:before="120" w:line="276" w:lineRule="auto"/>
        <w:jc w:val="center"/>
        <w:rPr>
          <w:rFonts w:ascii="Bookman Old Style" w:hAnsi="Bookman Old Style"/>
          <w:b/>
          <w:spacing w:val="-4"/>
          <w:sz w:val="20"/>
          <w:szCs w:val="20"/>
        </w:rPr>
      </w:pPr>
      <w:r w:rsidRPr="0044254F">
        <w:rPr>
          <w:rFonts w:ascii="Bookman Old Style" w:hAnsi="Bookman Old Style"/>
          <w:b/>
          <w:spacing w:val="-4"/>
          <w:sz w:val="20"/>
          <w:szCs w:val="20"/>
          <w:u w:val="single"/>
        </w:rPr>
        <w:t>należę/ nie należę*</w:t>
      </w:r>
    </w:p>
    <w:p w:rsidR="00723CB3" w:rsidRPr="0044254F" w:rsidRDefault="00723CB3" w:rsidP="00876E2B">
      <w:pPr>
        <w:pStyle w:val="BodyText2"/>
        <w:spacing w:before="120" w:line="276" w:lineRule="auto"/>
        <w:jc w:val="both"/>
        <w:rPr>
          <w:rFonts w:ascii="Bookman Old Style" w:hAnsi="Bookman Old Style"/>
          <w:b/>
          <w:spacing w:val="-4"/>
          <w:sz w:val="20"/>
          <w:szCs w:val="20"/>
        </w:rPr>
      </w:pPr>
      <w:r w:rsidRPr="0044254F">
        <w:rPr>
          <w:rFonts w:ascii="Bookman Old Style" w:hAnsi="Bookman Old Style"/>
          <w:spacing w:val="-4"/>
          <w:sz w:val="20"/>
          <w:szCs w:val="20"/>
        </w:rPr>
        <w:t>do grupy kapitałowej</w:t>
      </w:r>
      <w:r w:rsidRPr="00D71905">
        <w:rPr>
          <w:rFonts w:ascii="Bookman Old Style" w:hAnsi="Bookman Old Style"/>
          <w:b/>
          <w:sz w:val="20"/>
          <w:szCs w:val="20"/>
        </w:rPr>
        <w:t xml:space="preserve"> </w:t>
      </w:r>
      <w:r w:rsidRPr="00D71905">
        <w:rPr>
          <w:rFonts w:ascii="Bookman Old Style" w:hAnsi="Bookman Old Style"/>
          <w:sz w:val="20"/>
          <w:szCs w:val="20"/>
        </w:rPr>
        <w:t xml:space="preserve">w rozumieniu ustawy z dnia 16 lutego 2007 r. o ochronie konkurencji </w:t>
      </w:r>
      <w:r>
        <w:rPr>
          <w:rFonts w:ascii="Bookman Old Style" w:hAnsi="Bookman Old Style"/>
          <w:sz w:val="20"/>
          <w:szCs w:val="20"/>
        </w:rPr>
        <w:br/>
      </w:r>
      <w:r w:rsidRPr="00D71905">
        <w:rPr>
          <w:rFonts w:ascii="Bookman Old Style" w:hAnsi="Bookman Old Style"/>
          <w:sz w:val="20"/>
          <w:szCs w:val="20"/>
        </w:rPr>
        <w:t>i konsumentów (Dz. U. z</w:t>
      </w:r>
      <w:r>
        <w:rPr>
          <w:rFonts w:ascii="Bookman Old Style" w:hAnsi="Bookman Old Style"/>
          <w:sz w:val="20"/>
          <w:szCs w:val="20"/>
        </w:rPr>
        <w:t xml:space="preserve"> 2015 r. poz. 184, 1618 i 1634)</w:t>
      </w:r>
      <w:r w:rsidRPr="00D71905">
        <w:rPr>
          <w:rFonts w:ascii="Bookman Old Style" w:hAnsi="Bookman Old Style"/>
          <w:sz w:val="20"/>
          <w:szCs w:val="20"/>
        </w:rPr>
        <w:t>, o której mowa w art. 24 ust. 1 pkt. 23 ustawy Pzp</w:t>
      </w:r>
      <w:r>
        <w:rPr>
          <w:rFonts w:ascii="Bookman Old Style" w:hAnsi="Bookman Old Style"/>
          <w:spacing w:val="-4"/>
          <w:sz w:val="20"/>
          <w:szCs w:val="20"/>
        </w:rPr>
        <w:t>.</w:t>
      </w:r>
      <w:r w:rsidRPr="0044254F">
        <w:rPr>
          <w:rFonts w:ascii="Bookman Old Style" w:hAnsi="Bookman Old Style"/>
          <w:b/>
          <w:spacing w:val="-4"/>
          <w:sz w:val="20"/>
          <w:szCs w:val="20"/>
        </w:rPr>
        <w:t xml:space="preserve"> </w:t>
      </w:r>
    </w:p>
    <w:p w:rsidR="00723CB3" w:rsidRPr="0044254F" w:rsidRDefault="00723CB3" w:rsidP="00876E2B">
      <w:pPr>
        <w:spacing w:line="276" w:lineRule="auto"/>
        <w:ind w:left="6372" w:hanging="5664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Wobec tego, że w niniejszym postępowaniu składa ofertę inny Wykonawca należący</w:t>
      </w:r>
      <w:r>
        <w:rPr>
          <w:rFonts w:ascii="Bookman Old Style" w:hAnsi="Bookman Old Style"/>
          <w:sz w:val="20"/>
          <w:szCs w:val="20"/>
        </w:rPr>
        <w:t xml:space="preserve"> do grupy kapitałowej, </w:t>
      </w:r>
      <w:r w:rsidRPr="00212040">
        <w:rPr>
          <w:rFonts w:ascii="Bookman Old Style" w:hAnsi="Bookman Old Style"/>
          <w:sz w:val="20"/>
          <w:szCs w:val="20"/>
        </w:rPr>
        <w:t>do której należ</w:t>
      </w:r>
      <w:r>
        <w:rPr>
          <w:rFonts w:ascii="Bookman Old Style" w:hAnsi="Bookman Old Style"/>
          <w:sz w:val="20"/>
          <w:szCs w:val="20"/>
        </w:rPr>
        <w:t xml:space="preserve">y </w:t>
      </w:r>
      <w:r w:rsidRPr="00212040">
        <w:rPr>
          <w:rFonts w:ascii="Bookman Old Style" w:hAnsi="Bookman Old Style"/>
          <w:sz w:val="20"/>
          <w:szCs w:val="20"/>
        </w:rPr>
        <w:t>Wykonawca składający niniejszą ofertę</w:t>
      </w:r>
      <w:r>
        <w:rPr>
          <w:rFonts w:ascii="Bookman Old Style" w:hAnsi="Bookman Old Style"/>
          <w:sz w:val="20"/>
          <w:szCs w:val="20"/>
        </w:rPr>
        <w:t>,</w:t>
      </w:r>
      <w:r w:rsidRPr="00212040">
        <w:rPr>
          <w:rFonts w:ascii="Bookman Old Style" w:hAnsi="Bookman Old Style"/>
          <w:sz w:val="20"/>
          <w:szCs w:val="20"/>
        </w:rPr>
        <w:t xml:space="preserve"> poniżej wyjaśniam, że istniejące między nami powiązania nie prowadzą do zakłócenia konkurencji w postępowaniu </w:t>
      </w:r>
      <w:r>
        <w:rPr>
          <w:rFonts w:ascii="Bookman Old Style" w:hAnsi="Bookman Old Style"/>
          <w:sz w:val="20"/>
          <w:szCs w:val="20"/>
        </w:rPr>
        <w:br/>
      </w:r>
      <w:r w:rsidRPr="00212040">
        <w:rPr>
          <w:rFonts w:ascii="Bookman Old Style" w:hAnsi="Bookman Old Style"/>
          <w:sz w:val="20"/>
          <w:szCs w:val="20"/>
        </w:rPr>
        <w:t>o udzielenie zamówienia:</w:t>
      </w:r>
    </w:p>
    <w:p w:rsidR="00723CB3" w:rsidRPr="00212040" w:rsidRDefault="00723CB3" w:rsidP="00876E2B">
      <w:pPr>
        <w:jc w:val="both"/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1"/>
        <w:gridCol w:w="4647"/>
      </w:tblGrid>
      <w:tr w:rsidR="00723CB3" w:rsidRPr="003B3685" w:rsidTr="00F56934">
        <w:tc>
          <w:tcPr>
            <w:tcW w:w="4761" w:type="dxa"/>
          </w:tcPr>
          <w:p w:rsidR="00723CB3" w:rsidRPr="003B3685" w:rsidRDefault="00723CB3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sz w:val="20"/>
                <w:szCs w:val="20"/>
              </w:rPr>
              <w:t>Podmiot składający ofertę należący do grupy kapitałowej wspólnie z Wykonawcą</w:t>
            </w:r>
          </w:p>
        </w:tc>
        <w:tc>
          <w:tcPr>
            <w:tcW w:w="4762" w:type="dxa"/>
            <w:vAlign w:val="center"/>
          </w:tcPr>
          <w:p w:rsidR="00723CB3" w:rsidRPr="003B3685" w:rsidRDefault="00723CB3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sz w:val="20"/>
                <w:szCs w:val="20"/>
              </w:rPr>
              <w:t>Uzasadnienie</w:t>
            </w:r>
          </w:p>
        </w:tc>
      </w:tr>
      <w:tr w:rsidR="00723CB3" w:rsidRPr="003B3685" w:rsidTr="00F56934">
        <w:tc>
          <w:tcPr>
            <w:tcW w:w="4761" w:type="dxa"/>
          </w:tcPr>
          <w:p w:rsidR="00723CB3" w:rsidRDefault="00723CB3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723CB3" w:rsidRDefault="00723CB3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723CB3" w:rsidRDefault="00723CB3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723CB3" w:rsidRPr="003B3685" w:rsidRDefault="00723CB3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4762" w:type="dxa"/>
          </w:tcPr>
          <w:p w:rsidR="00723CB3" w:rsidRPr="003B3685" w:rsidRDefault="00723CB3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723CB3" w:rsidRDefault="00723CB3" w:rsidP="00876E2B">
      <w:pPr>
        <w:rPr>
          <w:rFonts w:ascii="Bookman Old Style" w:hAnsi="Bookman Old Style"/>
          <w:b/>
          <w:sz w:val="20"/>
          <w:szCs w:val="20"/>
        </w:rPr>
      </w:pPr>
      <w:r w:rsidRPr="00E37A93">
        <w:rPr>
          <w:rFonts w:ascii="Bookman Old Style" w:hAnsi="Bookman Old Style"/>
          <w:b/>
          <w:sz w:val="20"/>
          <w:szCs w:val="20"/>
        </w:rPr>
        <w:t xml:space="preserve"> </w:t>
      </w:r>
    </w:p>
    <w:p w:rsidR="00723CB3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723CB3" w:rsidRPr="00EA6327" w:rsidRDefault="00723CB3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723CB3" w:rsidRPr="0044254F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Default="00723CB3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723CB3" w:rsidRPr="0044254F" w:rsidRDefault="00723CB3" w:rsidP="00876E2B">
      <w:pPr>
        <w:spacing w:before="120" w:after="120"/>
        <w:jc w:val="both"/>
        <w:rPr>
          <w:rFonts w:ascii="Bookman Old Style" w:hAnsi="Bookman Old Style"/>
          <w:b/>
          <w:bCs/>
          <w:sz w:val="20"/>
          <w:szCs w:val="20"/>
        </w:rPr>
      </w:pPr>
      <w:r w:rsidRPr="0044254F">
        <w:rPr>
          <w:rFonts w:ascii="Bookman Old Style" w:hAnsi="Bookman Old Style"/>
          <w:b/>
          <w:bCs/>
          <w:sz w:val="20"/>
          <w:szCs w:val="20"/>
        </w:rPr>
        <w:t>Uwaga!</w:t>
      </w:r>
    </w:p>
    <w:p w:rsidR="00723CB3" w:rsidRPr="0044254F" w:rsidRDefault="00723CB3" w:rsidP="00876E2B">
      <w:pPr>
        <w:spacing w:before="120" w:after="120"/>
        <w:jc w:val="both"/>
        <w:rPr>
          <w:rFonts w:ascii="Bookman Old Style" w:hAnsi="Bookman Old Style"/>
          <w:b/>
          <w:bCs/>
          <w:i/>
          <w:sz w:val="20"/>
          <w:szCs w:val="20"/>
        </w:rPr>
      </w:pPr>
      <w:r w:rsidRPr="0044254F">
        <w:rPr>
          <w:rFonts w:ascii="Bookman Old Style" w:hAnsi="Bookman Old Style"/>
          <w:b/>
          <w:bCs/>
          <w:i/>
          <w:sz w:val="20"/>
          <w:szCs w:val="20"/>
        </w:rPr>
        <w:t>W przypadku gdy Wykonawca należy do grupy kapitałowej wraz z informacją zobowiązany jest złożyć listę podmiotów należących do tej samej grupy kapitałowej.</w:t>
      </w:r>
    </w:p>
    <w:p w:rsidR="00723CB3" w:rsidRPr="0044254F" w:rsidRDefault="00723CB3" w:rsidP="00876E2B">
      <w:pPr>
        <w:spacing w:before="120" w:after="120"/>
        <w:jc w:val="right"/>
        <w:rPr>
          <w:rFonts w:ascii="Bookman Old Style" w:hAnsi="Bookman Old Style"/>
          <w:b/>
          <w:bCs/>
          <w:sz w:val="20"/>
          <w:szCs w:val="20"/>
        </w:rPr>
      </w:pPr>
    </w:p>
    <w:p w:rsidR="00723CB3" w:rsidRDefault="00723CB3" w:rsidP="00876E2B">
      <w:pPr>
        <w:spacing w:before="120" w:after="120"/>
        <w:ind w:right="567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______________________________</w:t>
      </w:r>
    </w:p>
    <w:p w:rsidR="00723CB3" w:rsidRDefault="00723CB3" w:rsidP="00876E2B">
      <w:pPr>
        <w:spacing w:before="120" w:after="120"/>
        <w:ind w:right="567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* niepotrzebne skreślić</w:t>
      </w:r>
    </w:p>
    <w:p w:rsidR="00723CB3" w:rsidRPr="00EC752C" w:rsidRDefault="00723CB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sectPr w:rsidR="00723CB3" w:rsidRPr="00EC752C" w:rsidSect="00AF5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52C"/>
    <w:rsid w:val="00001329"/>
    <w:rsid w:val="00002AAF"/>
    <w:rsid w:val="00004B63"/>
    <w:rsid w:val="00006C09"/>
    <w:rsid w:val="0000789E"/>
    <w:rsid w:val="00010799"/>
    <w:rsid w:val="00011767"/>
    <w:rsid w:val="00014A45"/>
    <w:rsid w:val="00014FD3"/>
    <w:rsid w:val="00015033"/>
    <w:rsid w:val="000150CD"/>
    <w:rsid w:val="00016AC4"/>
    <w:rsid w:val="000209D2"/>
    <w:rsid w:val="00022423"/>
    <w:rsid w:val="00023167"/>
    <w:rsid w:val="000238E8"/>
    <w:rsid w:val="0002397B"/>
    <w:rsid w:val="00023FD5"/>
    <w:rsid w:val="000254C0"/>
    <w:rsid w:val="00025C94"/>
    <w:rsid w:val="00026B96"/>
    <w:rsid w:val="00026E6F"/>
    <w:rsid w:val="00027341"/>
    <w:rsid w:val="00027C8B"/>
    <w:rsid w:val="00030017"/>
    <w:rsid w:val="00032B55"/>
    <w:rsid w:val="00033C88"/>
    <w:rsid w:val="00035FC7"/>
    <w:rsid w:val="00041272"/>
    <w:rsid w:val="00043A86"/>
    <w:rsid w:val="00043B11"/>
    <w:rsid w:val="0004463A"/>
    <w:rsid w:val="00044F72"/>
    <w:rsid w:val="0004724C"/>
    <w:rsid w:val="00047F83"/>
    <w:rsid w:val="0005259B"/>
    <w:rsid w:val="00054A1E"/>
    <w:rsid w:val="0005569A"/>
    <w:rsid w:val="00055F8E"/>
    <w:rsid w:val="000560B1"/>
    <w:rsid w:val="00056AAD"/>
    <w:rsid w:val="00057408"/>
    <w:rsid w:val="00057C9C"/>
    <w:rsid w:val="00060E04"/>
    <w:rsid w:val="00061A84"/>
    <w:rsid w:val="00062369"/>
    <w:rsid w:val="00063417"/>
    <w:rsid w:val="000651BC"/>
    <w:rsid w:val="000655ED"/>
    <w:rsid w:val="000665EF"/>
    <w:rsid w:val="00070643"/>
    <w:rsid w:val="0007077F"/>
    <w:rsid w:val="00071DC0"/>
    <w:rsid w:val="00071FCB"/>
    <w:rsid w:val="00072D0D"/>
    <w:rsid w:val="0007376B"/>
    <w:rsid w:val="000758C4"/>
    <w:rsid w:val="00080552"/>
    <w:rsid w:val="000805AC"/>
    <w:rsid w:val="00082221"/>
    <w:rsid w:val="00082E9E"/>
    <w:rsid w:val="0008369B"/>
    <w:rsid w:val="00083E4E"/>
    <w:rsid w:val="00092116"/>
    <w:rsid w:val="00093634"/>
    <w:rsid w:val="00094196"/>
    <w:rsid w:val="00095180"/>
    <w:rsid w:val="00095526"/>
    <w:rsid w:val="00097A10"/>
    <w:rsid w:val="00097EF7"/>
    <w:rsid w:val="000A6DFF"/>
    <w:rsid w:val="000B416D"/>
    <w:rsid w:val="000B4DE2"/>
    <w:rsid w:val="000B6338"/>
    <w:rsid w:val="000C13FA"/>
    <w:rsid w:val="000C1CD8"/>
    <w:rsid w:val="000C2099"/>
    <w:rsid w:val="000C398E"/>
    <w:rsid w:val="000C450F"/>
    <w:rsid w:val="000C50B0"/>
    <w:rsid w:val="000C7917"/>
    <w:rsid w:val="000C7AF6"/>
    <w:rsid w:val="000D2DF4"/>
    <w:rsid w:val="000D33F5"/>
    <w:rsid w:val="000D5EE6"/>
    <w:rsid w:val="000D61A7"/>
    <w:rsid w:val="000E03D7"/>
    <w:rsid w:val="000E0500"/>
    <w:rsid w:val="000E0C6D"/>
    <w:rsid w:val="000E115E"/>
    <w:rsid w:val="000E2DB5"/>
    <w:rsid w:val="000E3A92"/>
    <w:rsid w:val="000E4D7C"/>
    <w:rsid w:val="000E523A"/>
    <w:rsid w:val="000E595B"/>
    <w:rsid w:val="000F2FFA"/>
    <w:rsid w:val="000F4E6B"/>
    <w:rsid w:val="000F6B0B"/>
    <w:rsid w:val="00100C8E"/>
    <w:rsid w:val="00102DD4"/>
    <w:rsid w:val="0010429A"/>
    <w:rsid w:val="0010440E"/>
    <w:rsid w:val="001054F3"/>
    <w:rsid w:val="00106122"/>
    <w:rsid w:val="00107A2B"/>
    <w:rsid w:val="0011587A"/>
    <w:rsid w:val="001158AF"/>
    <w:rsid w:val="001158CA"/>
    <w:rsid w:val="001166E0"/>
    <w:rsid w:val="00116921"/>
    <w:rsid w:val="00116D03"/>
    <w:rsid w:val="00117EE4"/>
    <w:rsid w:val="00121862"/>
    <w:rsid w:val="00122D53"/>
    <w:rsid w:val="00122F11"/>
    <w:rsid w:val="00125F08"/>
    <w:rsid w:val="00130B30"/>
    <w:rsid w:val="001320CD"/>
    <w:rsid w:val="0013216F"/>
    <w:rsid w:val="00132849"/>
    <w:rsid w:val="00132FAB"/>
    <w:rsid w:val="0013469E"/>
    <w:rsid w:val="00137260"/>
    <w:rsid w:val="001376A6"/>
    <w:rsid w:val="0014134B"/>
    <w:rsid w:val="001418BC"/>
    <w:rsid w:val="00151164"/>
    <w:rsid w:val="0015252F"/>
    <w:rsid w:val="001543AD"/>
    <w:rsid w:val="00160588"/>
    <w:rsid w:val="00163F71"/>
    <w:rsid w:val="00164241"/>
    <w:rsid w:val="001656E5"/>
    <w:rsid w:val="00165F19"/>
    <w:rsid w:val="00166F5A"/>
    <w:rsid w:val="00170336"/>
    <w:rsid w:val="00170FEE"/>
    <w:rsid w:val="00171320"/>
    <w:rsid w:val="001718AB"/>
    <w:rsid w:val="001740D7"/>
    <w:rsid w:val="001761CC"/>
    <w:rsid w:val="0017693E"/>
    <w:rsid w:val="001818AF"/>
    <w:rsid w:val="001824BB"/>
    <w:rsid w:val="001832DF"/>
    <w:rsid w:val="00183C03"/>
    <w:rsid w:val="00185BB0"/>
    <w:rsid w:val="001870DE"/>
    <w:rsid w:val="00187D4B"/>
    <w:rsid w:val="00190201"/>
    <w:rsid w:val="001913D1"/>
    <w:rsid w:val="00192596"/>
    <w:rsid w:val="00193B2E"/>
    <w:rsid w:val="00193B34"/>
    <w:rsid w:val="001947F8"/>
    <w:rsid w:val="001956E0"/>
    <w:rsid w:val="001A24CC"/>
    <w:rsid w:val="001A28DD"/>
    <w:rsid w:val="001A41BD"/>
    <w:rsid w:val="001A4FAC"/>
    <w:rsid w:val="001A64F6"/>
    <w:rsid w:val="001A7981"/>
    <w:rsid w:val="001B3FA0"/>
    <w:rsid w:val="001B711F"/>
    <w:rsid w:val="001C01D3"/>
    <w:rsid w:val="001C149B"/>
    <w:rsid w:val="001C156E"/>
    <w:rsid w:val="001C55F9"/>
    <w:rsid w:val="001D67B9"/>
    <w:rsid w:val="001E0BA7"/>
    <w:rsid w:val="001E390D"/>
    <w:rsid w:val="001E5638"/>
    <w:rsid w:val="001E56EB"/>
    <w:rsid w:val="001F0D72"/>
    <w:rsid w:val="001F1A03"/>
    <w:rsid w:val="001F2077"/>
    <w:rsid w:val="001F245F"/>
    <w:rsid w:val="001F25D0"/>
    <w:rsid w:val="001F2DBE"/>
    <w:rsid w:val="001F39E3"/>
    <w:rsid w:val="001F3CA0"/>
    <w:rsid w:val="001F6BAB"/>
    <w:rsid w:val="00204875"/>
    <w:rsid w:val="00210374"/>
    <w:rsid w:val="002103ED"/>
    <w:rsid w:val="00212040"/>
    <w:rsid w:val="0021517B"/>
    <w:rsid w:val="00216167"/>
    <w:rsid w:val="00216176"/>
    <w:rsid w:val="00221B94"/>
    <w:rsid w:val="00221C95"/>
    <w:rsid w:val="0022227F"/>
    <w:rsid w:val="0022446F"/>
    <w:rsid w:val="0022486D"/>
    <w:rsid w:val="00225A22"/>
    <w:rsid w:val="00225F9F"/>
    <w:rsid w:val="00233F44"/>
    <w:rsid w:val="00234D73"/>
    <w:rsid w:val="002360D1"/>
    <w:rsid w:val="002364CC"/>
    <w:rsid w:val="00242136"/>
    <w:rsid w:val="0024614F"/>
    <w:rsid w:val="00247BE7"/>
    <w:rsid w:val="00251DC8"/>
    <w:rsid w:val="00256B4E"/>
    <w:rsid w:val="00262A57"/>
    <w:rsid w:val="00262BF9"/>
    <w:rsid w:val="00263275"/>
    <w:rsid w:val="002658D0"/>
    <w:rsid w:val="00266E66"/>
    <w:rsid w:val="00266EC2"/>
    <w:rsid w:val="002671BD"/>
    <w:rsid w:val="00271F2C"/>
    <w:rsid w:val="0027203B"/>
    <w:rsid w:val="002727EE"/>
    <w:rsid w:val="0027401B"/>
    <w:rsid w:val="00274EFA"/>
    <w:rsid w:val="00277805"/>
    <w:rsid w:val="00277991"/>
    <w:rsid w:val="0028196F"/>
    <w:rsid w:val="00282015"/>
    <w:rsid w:val="00282147"/>
    <w:rsid w:val="00284405"/>
    <w:rsid w:val="002848C4"/>
    <w:rsid w:val="00284FC5"/>
    <w:rsid w:val="00285B64"/>
    <w:rsid w:val="00290FC3"/>
    <w:rsid w:val="00291237"/>
    <w:rsid w:val="00294A5F"/>
    <w:rsid w:val="00296903"/>
    <w:rsid w:val="00297995"/>
    <w:rsid w:val="002A0DAF"/>
    <w:rsid w:val="002A60D4"/>
    <w:rsid w:val="002B14EF"/>
    <w:rsid w:val="002B1D0E"/>
    <w:rsid w:val="002B3FAD"/>
    <w:rsid w:val="002B5964"/>
    <w:rsid w:val="002B7F02"/>
    <w:rsid w:val="002C10FA"/>
    <w:rsid w:val="002C11AD"/>
    <w:rsid w:val="002C2879"/>
    <w:rsid w:val="002C3F17"/>
    <w:rsid w:val="002D0224"/>
    <w:rsid w:val="002D3E61"/>
    <w:rsid w:val="002D5B75"/>
    <w:rsid w:val="002D700D"/>
    <w:rsid w:val="002D7F03"/>
    <w:rsid w:val="002E32AC"/>
    <w:rsid w:val="002E482E"/>
    <w:rsid w:val="002E5DFE"/>
    <w:rsid w:val="002E6294"/>
    <w:rsid w:val="002E7841"/>
    <w:rsid w:val="002E7D98"/>
    <w:rsid w:val="002F36C6"/>
    <w:rsid w:val="002F3B4C"/>
    <w:rsid w:val="002F3CC9"/>
    <w:rsid w:val="002F6128"/>
    <w:rsid w:val="00300A16"/>
    <w:rsid w:val="0030134C"/>
    <w:rsid w:val="00303685"/>
    <w:rsid w:val="00307D1D"/>
    <w:rsid w:val="00313DCB"/>
    <w:rsid w:val="00314606"/>
    <w:rsid w:val="00316A30"/>
    <w:rsid w:val="00316BEB"/>
    <w:rsid w:val="00316BF9"/>
    <w:rsid w:val="00320FC0"/>
    <w:rsid w:val="00322EB4"/>
    <w:rsid w:val="00323203"/>
    <w:rsid w:val="00323EB0"/>
    <w:rsid w:val="00324003"/>
    <w:rsid w:val="00324394"/>
    <w:rsid w:val="00325207"/>
    <w:rsid w:val="00326043"/>
    <w:rsid w:val="00326381"/>
    <w:rsid w:val="003301BC"/>
    <w:rsid w:val="00331B9E"/>
    <w:rsid w:val="0033204E"/>
    <w:rsid w:val="00332093"/>
    <w:rsid w:val="0033420D"/>
    <w:rsid w:val="003345A5"/>
    <w:rsid w:val="00334FBE"/>
    <w:rsid w:val="003353B5"/>
    <w:rsid w:val="003353DF"/>
    <w:rsid w:val="003359EC"/>
    <w:rsid w:val="00336F39"/>
    <w:rsid w:val="003372AA"/>
    <w:rsid w:val="003406DB"/>
    <w:rsid w:val="00340E1D"/>
    <w:rsid w:val="00341BB1"/>
    <w:rsid w:val="00341D65"/>
    <w:rsid w:val="00343C34"/>
    <w:rsid w:val="00344838"/>
    <w:rsid w:val="003448E2"/>
    <w:rsid w:val="0034756F"/>
    <w:rsid w:val="00351CFD"/>
    <w:rsid w:val="0035221E"/>
    <w:rsid w:val="0035256E"/>
    <w:rsid w:val="0035297F"/>
    <w:rsid w:val="00356496"/>
    <w:rsid w:val="003566C1"/>
    <w:rsid w:val="003611C7"/>
    <w:rsid w:val="00361942"/>
    <w:rsid w:val="0036217A"/>
    <w:rsid w:val="003659C2"/>
    <w:rsid w:val="00372541"/>
    <w:rsid w:val="0037281E"/>
    <w:rsid w:val="00372833"/>
    <w:rsid w:val="00372A7B"/>
    <w:rsid w:val="00373723"/>
    <w:rsid w:val="00375150"/>
    <w:rsid w:val="00377770"/>
    <w:rsid w:val="00377D06"/>
    <w:rsid w:val="00380BFC"/>
    <w:rsid w:val="00381323"/>
    <w:rsid w:val="00382313"/>
    <w:rsid w:val="0038465C"/>
    <w:rsid w:val="003907DE"/>
    <w:rsid w:val="00390B9D"/>
    <w:rsid w:val="00391FB5"/>
    <w:rsid w:val="0039327B"/>
    <w:rsid w:val="00393F87"/>
    <w:rsid w:val="00394977"/>
    <w:rsid w:val="00394F65"/>
    <w:rsid w:val="0039744A"/>
    <w:rsid w:val="003A02EC"/>
    <w:rsid w:val="003A1FB4"/>
    <w:rsid w:val="003A4FF8"/>
    <w:rsid w:val="003A7998"/>
    <w:rsid w:val="003B2F5E"/>
    <w:rsid w:val="003B30EA"/>
    <w:rsid w:val="003B3240"/>
    <w:rsid w:val="003B3685"/>
    <w:rsid w:val="003B546C"/>
    <w:rsid w:val="003B7502"/>
    <w:rsid w:val="003B7CC7"/>
    <w:rsid w:val="003B7F44"/>
    <w:rsid w:val="003C0761"/>
    <w:rsid w:val="003C229A"/>
    <w:rsid w:val="003C33AF"/>
    <w:rsid w:val="003C59F8"/>
    <w:rsid w:val="003C5D98"/>
    <w:rsid w:val="003C626C"/>
    <w:rsid w:val="003C6F15"/>
    <w:rsid w:val="003C7B30"/>
    <w:rsid w:val="003D2BAD"/>
    <w:rsid w:val="003D2BED"/>
    <w:rsid w:val="003D2F99"/>
    <w:rsid w:val="003D3764"/>
    <w:rsid w:val="003D58AB"/>
    <w:rsid w:val="003D65A9"/>
    <w:rsid w:val="003E03D0"/>
    <w:rsid w:val="003E0E94"/>
    <w:rsid w:val="003E12AA"/>
    <w:rsid w:val="003E38B1"/>
    <w:rsid w:val="003E73EE"/>
    <w:rsid w:val="003F0E3C"/>
    <w:rsid w:val="003F1BC5"/>
    <w:rsid w:val="003F2398"/>
    <w:rsid w:val="003F3B0D"/>
    <w:rsid w:val="003F41B8"/>
    <w:rsid w:val="003F5839"/>
    <w:rsid w:val="00400BAE"/>
    <w:rsid w:val="00400CC7"/>
    <w:rsid w:val="00400EBD"/>
    <w:rsid w:val="004015D9"/>
    <w:rsid w:val="004019CF"/>
    <w:rsid w:val="00402B2B"/>
    <w:rsid w:val="00403E14"/>
    <w:rsid w:val="004057B6"/>
    <w:rsid w:val="00405A9D"/>
    <w:rsid w:val="00405FB4"/>
    <w:rsid w:val="00406E18"/>
    <w:rsid w:val="00407E57"/>
    <w:rsid w:val="0041156E"/>
    <w:rsid w:val="00413333"/>
    <w:rsid w:val="004160D2"/>
    <w:rsid w:val="004166D0"/>
    <w:rsid w:val="0042044D"/>
    <w:rsid w:val="0042113D"/>
    <w:rsid w:val="00421951"/>
    <w:rsid w:val="004258C0"/>
    <w:rsid w:val="00425909"/>
    <w:rsid w:val="00427E19"/>
    <w:rsid w:val="00430CF5"/>
    <w:rsid w:val="0043195F"/>
    <w:rsid w:val="00432B29"/>
    <w:rsid w:val="00434542"/>
    <w:rsid w:val="00435F0D"/>
    <w:rsid w:val="00440B87"/>
    <w:rsid w:val="0044254F"/>
    <w:rsid w:val="00446C0C"/>
    <w:rsid w:val="004533A6"/>
    <w:rsid w:val="004604EE"/>
    <w:rsid w:val="00460EB1"/>
    <w:rsid w:val="00461B30"/>
    <w:rsid w:val="00463193"/>
    <w:rsid w:val="00463455"/>
    <w:rsid w:val="0046437E"/>
    <w:rsid w:val="00470069"/>
    <w:rsid w:val="004700CB"/>
    <w:rsid w:val="00471BC5"/>
    <w:rsid w:val="0047396F"/>
    <w:rsid w:val="004814E8"/>
    <w:rsid w:val="004856D8"/>
    <w:rsid w:val="00490C35"/>
    <w:rsid w:val="004917E5"/>
    <w:rsid w:val="00491D04"/>
    <w:rsid w:val="004926DB"/>
    <w:rsid w:val="004940C5"/>
    <w:rsid w:val="0049465E"/>
    <w:rsid w:val="00495E8F"/>
    <w:rsid w:val="004964E8"/>
    <w:rsid w:val="004A1C44"/>
    <w:rsid w:val="004A3B5C"/>
    <w:rsid w:val="004A4BA6"/>
    <w:rsid w:val="004A554B"/>
    <w:rsid w:val="004A690A"/>
    <w:rsid w:val="004B1834"/>
    <w:rsid w:val="004B4E4B"/>
    <w:rsid w:val="004B519F"/>
    <w:rsid w:val="004B5FDA"/>
    <w:rsid w:val="004B62CC"/>
    <w:rsid w:val="004C2E63"/>
    <w:rsid w:val="004C3EB8"/>
    <w:rsid w:val="004C4BD8"/>
    <w:rsid w:val="004C6D2B"/>
    <w:rsid w:val="004D02E4"/>
    <w:rsid w:val="004D2F43"/>
    <w:rsid w:val="004D3601"/>
    <w:rsid w:val="004D3AC1"/>
    <w:rsid w:val="004D41EC"/>
    <w:rsid w:val="004D54AD"/>
    <w:rsid w:val="004D5ACA"/>
    <w:rsid w:val="004D7865"/>
    <w:rsid w:val="004D7F38"/>
    <w:rsid w:val="004E1817"/>
    <w:rsid w:val="004E69F6"/>
    <w:rsid w:val="004E7767"/>
    <w:rsid w:val="004E7FE4"/>
    <w:rsid w:val="004F23DF"/>
    <w:rsid w:val="004F3C0A"/>
    <w:rsid w:val="004F4560"/>
    <w:rsid w:val="004F596D"/>
    <w:rsid w:val="0050096E"/>
    <w:rsid w:val="00501E34"/>
    <w:rsid w:val="00505E3F"/>
    <w:rsid w:val="0050606E"/>
    <w:rsid w:val="00506508"/>
    <w:rsid w:val="00506AC7"/>
    <w:rsid w:val="00506F44"/>
    <w:rsid w:val="00507B5A"/>
    <w:rsid w:val="00507BCD"/>
    <w:rsid w:val="0051175C"/>
    <w:rsid w:val="00515A25"/>
    <w:rsid w:val="00520488"/>
    <w:rsid w:val="00525079"/>
    <w:rsid w:val="00525DA2"/>
    <w:rsid w:val="00526335"/>
    <w:rsid w:val="0052721F"/>
    <w:rsid w:val="0053021B"/>
    <w:rsid w:val="005304B7"/>
    <w:rsid w:val="0053173D"/>
    <w:rsid w:val="00531D83"/>
    <w:rsid w:val="0053239A"/>
    <w:rsid w:val="00532923"/>
    <w:rsid w:val="0053559B"/>
    <w:rsid w:val="00536281"/>
    <w:rsid w:val="00536721"/>
    <w:rsid w:val="005370F7"/>
    <w:rsid w:val="0054129B"/>
    <w:rsid w:val="00541D14"/>
    <w:rsid w:val="005434C7"/>
    <w:rsid w:val="005434D8"/>
    <w:rsid w:val="00547F99"/>
    <w:rsid w:val="005500D8"/>
    <w:rsid w:val="005510F8"/>
    <w:rsid w:val="00551CA0"/>
    <w:rsid w:val="0055236A"/>
    <w:rsid w:val="005529B6"/>
    <w:rsid w:val="00553EA8"/>
    <w:rsid w:val="005546E5"/>
    <w:rsid w:val="005549B3"/>
    <w:rsid w:val="00554EAF"/>
    <w:rsid w:val="00556CBA"/>
    <w:rsid w:val="00557490"/>
    <w:rsid w:val="0055766E"/>
    <w:rsid w:val="005576FC"/>
    <w:rsid w:val="00560968"/>
    <w:rsid w:val="005610FD"/>
    <w:rsid w:val="00562ED2"/>
    <w:rsid w:val="00563427"/>
    <w:rsid w:val="00563911"/>
    <w:rsid w:val="0056393F"/>
    <w:rsid w:val="005644FE"/>
    <w:rsid w:val="00564BFA"/>
    <w:rsid w:val="005657E0"/>
    <w:rsid w:val="00571B8D"/>
    <w:rsid w:val="00571D86"/>
    <w:rsid w:val="005720AF"/>
    <w:rsid w:val="00574575"/>
    <w:rsid w:val="00575BED"/>
    <w:rsid w:val="00580983"/>
    <w:rsid w:val="00583EC3"/>
    <w:rsid w:val="00591672"/>
    <w:rsid w:val="00592167"/>
    <w:rsid w:val="00592BB4"/>
    <w:rsid w:val="00593848"/>
    <w:rsid w:val="00595389"/>
    <w:rsid w:val="005969DC"/>
    <w:rsid w:val="0059794E"/>
    <w:rsid w:val="005A359C"/>
    <w:rsid w:val="005A5D82"/>
    <w:rsid w:val="005A6064"/>
    <w:rsid w:val="005A654B"/>
    <w:rsid w:val="005A6BB6"/>
    <w:rsid w:val="005B0BC5"/>
    <w:rsid w:val="005B35DB"/>
    <w:rsid w:val="005B41EB"/>
    <w:rsid w:val="005B43E0"/>
    <w:rsid w:val="005B56AC"/>
    <w:rsid w:val="005B69B3"/>
    <w:rsid w:val="005B77CE"/>
    <w:rsid w:val="005C03D1"/>
    <w:rsid w:val="005C0A18"/>
    <w:rsid w:val="005C43E1"/>
    <w:rsid w:val="005C4525"/>
    <w:rsid w:val="005C473F"/>
    <w:rsid w:val="005C5795"/>
    <w:rsid w:val="005C5C95"/>
    <w:rsid w:val="005C7C27"/>
    <w:rsid w:val="005D0A5E"/>
    <w:rsid w:val="005D245C"/>
    <w:rsid w:val="005D5372"/>
    <w:rsid w:val="005E1386"/>
    <w:rsid w:val="005E26B0"/>
    <w:rsid w:val="005E3756"/>
    <w:rsid w:val="005E65EB"/>
    <w:rsid w:val="005E7B5C"/>
    <w:rsid w:val="005F0A37"/>
    <w:rsid w:val="005F4AED"/>
    <w:rsid w:val="005F54D0"/>
    <w:rsid w:val="005F6DF0"/>
    <w:rsid w:val="005F6EE4"/>
    <w:rsid w:val="005F7820"/>
    <w:rsid w:val="00600611"/>
    <w:rsid w:val="00601C9C"/>
    <w:rsid w:val="00603578"/>
    <w:rsid w:val="00607CEC"/>
    <w:rsid w:val="0061058F"/>
    <w:rsid w:val="00614DD0"/>
    <w:rsid w:val="00620753"/>
    <w:rsid w:val="006207D3"/>
    <w:rsid w:val="00620C5B"/>
    <w:rsid w:val="00621225"/>
    <w:rsid w:val="00623B58"/>
    <w:rsid w:val="00623CE6"/>
    <w:rsid w:val="00627A10"/>
    <w:rsid w:val="00630493"/>
    <w:rsid w:val="0063099D"/>
    <w:rsid w:val="00630BDE"/>
    <w:rsid w:val="00632735"/>
    <w:rsid w:val="00634EF5"/>
    <w:rsid w:val="006355C9"/>
    <w:rsid w:val="00640FA1"/>
    <w:rsid w:val="00641082"/>
    <w:rsid w:val="0064150A"/>
    <w:rsid w:val="00641CD7"/>
    <w:rsid w:val="00643723"/>
    <w:rsid w:val="00644DA5"/>
    <w:rsid w:val="00647189"/>
    <w:rsid w:val="0065101B"/>
    <w:rsid w:val="006515BA"/>
    <w:rsid w:val="006526B2"/>
    <w:rsid w:val="00653695"/>
    <w:rsid w:val="00654332"/>
    <w:rsid w:val="0065560B"/>
    <w:rsid w:val="00662387"/>
    <w:rsid w:val="00662BC4"/>
    <w:rsid w:val="00663B11"/>
    <w:rsid w:val="00666201"/>
    <w:rsid w:val="00667E49"/>
    <w:rsid w:val="00670CCB"/>
    <w:rsid w:val="00673BA4"/>
    <w:rsid w:val="006775FB"/>
    <w:rsid w:val="00682802"/>
    <w:rsid w:val="006828E2"/>
    <w:rsid w:val="006849EF"/>
    <w:rsid w:val="0068544A"/>
    <w:rsid w:val="00685836"/>
    <w:rsid w:val="00685C93"/>
    <w:rsid w:val="00687982"/>
    <w:rsid w:val="00687F18"/>
    <w:rsid w:val="006958BD"/>
    <w:rsid w:val="006A015D"/>
    <w:rsid w:val="006A138D"/>
    <w:rsid w:val="006A20FC"/>
    <w:rsid w:val="006A2488"/>
    <w:rsid w:val="006A276C"/>
    <w:rsid w:val="006A302E"/>
    <w:rsid w:val="006A3E56"/>
    <w:rsid w:val="006A483E"/>
    <w:rsid w:val="006A6756"/>
    <w:rsid w:val="006A7AD0"/>
    <w:rsid w:val="006A7D80"/>
    <w:rsid w:val="006B0E95"/>
    <w:rsid w:val="006B14F4"/>
    <w:rsid w:val="006B3531"/>
    <w:rsid w:val="006B5800"/>
    <w:rsid w:val="006B5F71"/>
    <w:rsid w:val="006C04A7"/>
    <w:rsid w:val="006C534E"/>
    <w:rsid w:val="006C7434"/>
    <w:rsid w:val="006C762E"/>
    <w:rsid w:val="006D0547"/>
    <w:rsid w:val="006D107B"/>
    <w:rsid w:val="006D276E"/>
    <w:rsid w:val="006D5E0F"/>
    <w:rsid w:val="006D7101"/>
    <w:rsid w:val="006E3587"/>
    <w:rsid w:val="006E457E"/>
    <w:rsid w:val="006E4F5F"/>
    <w:rsid w:val="006E7E8C"/>
    <w:rsid w:val="006F145D"/>
    <w:rsid w:val="006F29DB"/>
    <w:rsid w:val="006F437F"/>
    <w:rsid w:val="006F495C"/>
    <w:rsid w:val="006F7210"/>
    <w:rsid w:val="00701BBD"/>
    <w:rsid w:val="0070365A"/>
    <w:rsid w:val="00703EFA"/>
    <w:rsid w:val="00707FE2"/>
    <w:rsid w:val="007119FE"/>
    <w:rsid w:val="0071286D"/>
    <w:rsid w:val="00714912"/>
    <w:rsid w:val="007163AF"/>
    <w:rsid w:val="007167D8"/>
    <w:rsid w:val="00720677"/>
    <w:rsid w:val="00720D2D"/>
    <w:rsid w:val="007237D7"/>
    <w:rsid w:val="00723CB3"/>
    <w:rsid w:val="007255A6"/>
    <w:rsid w:val="00726ED0"/>
    <w:rsid w:val="00731D93"/>
    <w:rsid w:val="0073432E"/>
    <w:rsid w:val="007352D9"/>
    <w:rsid w:val="007355CB"/>
    <w:rsid w:val="00736E8E"/>
    <w:rsid w:val="007379AD"/>
    <w:rsid w:val="00741A1C"/>
    <w:rsid w:val="00741ED1"/>
    <w:rsid w:val="007423A0"/>
    <w:rsid w:val="007430D6"/>
    <w:rsid w:val="0074319A"/>
    <w:rsid w:val="00743340"/>
    <w:rsid w:val="00743389"/>
    <w:rsid w:val="007449F2"/>
    <w:rsid w:val="00745FD2"/>
    <w:rsid w:val="00750227"/>
    <w:rsid w:val="00752973"/>
    <w:rsid w:val="00753293"/>
    <w:rsid w:val="00763974"/>
    <w:rsid w:val="007651FA"/>
    <w:rsid w:val="00773869"/>
    <w:rsid w:val="00773DBC"/>
    <w:rsid w:val="00775FF8"/>
    <w:rsid w:val="007764EA"/>
    <w:rsid w:val="007771ED"/>
    <w:rsid w:val="00780002"/>
    <w:rsid w:val="00782133"/>
    <w:rsid w:val="00782B01"/>
    <w:rsid w:val="0078413F"/>
    <w:rsid w:val="00785121"/>
    <w:rsid w:val="00791B63"/>
    <w:rsid w:val="00792A1F"/>
    <w:rsid w:val="00792E7A"/>
    <w:rsid w:val="00792FE2"/>
    <w:rsid w:val="007930EA"/>
    <w:rsid w:val="0079328E"/>
    <w:rsid w:val="00793758"/>
    <w:rsid w:val="00794105"/>
    <w:rsid w:val="0079442C"/>
    <w:rsid w:val="00794760"/>
    <w:rsid w:val="007A0659"/>
    <w:rsid w:val="007A0BFB"/>
    <w:rsid w:val="007A1E5B"/>
    <w:rsid w:val="007A3B5A"/>
    <w:rsid w:val="007A6022"/>
    <w:rsid w:val="007A72EF"/>
    <w:rsid w:val="007A7EBA"/>
    <w:rsid w:val="007A7FD2"/>
    <w:rsid w:val="007B1336"/>
    <w:rsid w:val="007B5914"/>
    <w:rsid w:val="007B62C5"/>
    <w:rsid w:val="007B6882"/>
    <w:rsid w:val="007B6EE5"/>
    <w:rsid w:val="007B7AB1"/>
    <w:rsid w:val="007C32EF"/>
    <w:rsid w:val="007C4C00"/>
    <w:rsid w:val="007C5887"/>
    <w:rsid w:val="007C61F6"/>
    <w:rsid w:val="007D0C13"/>
    <w:rsid w:val="007D1F43"/>
    <w:rsid w:val="007D2E40"/>
    <w:rsid w:val="007D3385"/>
    <w:rsid w:val="007D4F4B"/>
    <w:rsid w:val="007D6ECC"/>
    <w:rsid w:val="007D7E4E"/>
    <w:rsid w:val="007E0CE7"/>
    <w:rsid w:val="007E17F9"/>
    <w:rsid w:val="007E2973"/>
    <w:rsid w:val="007E3C05"/>
    <w:rsid w:val="007E41FE"/>
    <w:rsid w:val="007E4983"/>
    <w:rsid w:val="007E59F1"/>
    <w:rsid w:val="007E6A81"/>
    <w:rsid w:val="007F046B"/>
    <w:rsid w:val="007F113E"/>
    <w:rsid w:val="007F19D7"/>
    <w:rsid w:val="007F3EAB"/>
    <w:rsid w:val="007F47B8"/>
    <w:rsid w:val="007F4A1E"/>
    <w:rsid w:val="007F5F1E"/>
    <w:rsid w:val="007F6650"/>
    <w:rsid w:val="00801B15"/>
    <w:rsid w:val="00802126"/>
    <w:rsid w:val="008051B3"/>
    <w:rsid w:val="008143B5"/>
    <w:rsid w:val="00814CED"/>
    <w:rsid w:val="00815C65"/>
    <w:rsid w:val="00820226"/>
    <w:rsid w:val="0082148E"/>
    <w:rsid w:val="00821C30"/>
    <w:rsid w:val="008222AE"/>
    <w:rsid w:val="00822A8D"/>
    <w:rsid w:val="00822E91"/>
    <w:rsid w:val="008324FD"/>
    <w:rsid w:val="00834071"/>
    <w:rsid w:val="00834DFD"/>
    <w:rsid w:val="00835143"/>
    <w:rsid w:val="00837EC5"/>
    <w:rsid w:val="00837FCC"/>
    <w:rsid w:val="008405C4"/>
    <w:rsid w:val="0084172D"/>
    <w:rsid w:val="008444B9"/>
    <w:rsid w:val="00850760"/>
    <w:rsid w:val="008572FA"/>
    <w:rsid w:val="008621B1"/>
    <w:rsid w:val="0086351F"/>
    <w:rsid w:val="00865CD0"/>
    <w:rsid w:val="00866E22"/>
    <w:rsid w:val="00870865"/>
    <w:rsid w:val="00870B53"/>
    <w:rsid w:val="008724FD"/>
    <w:rsid w:val="008735EE"/>
    <w:rsid w:val="00873D81"/>
    <w:rsid w:val="0087606D"/>
    <w:rsid w:val="00876197"/>
    <w:rsid w:val="00876E2B"/>
    <w:rsid w:val="00882A0D"/>
    <w:rsid w:val="00883CBB"/>
    <w:rsid w:val="008848C2"/>
    <w:rsid w:val="00886CE2"/>
    <w:rsid w:val="008937C3"/>
    <w:rsid w:val="00893F08"/>
    <w:rsid w:val="00893F59"/>
    <w:rsid w:val="00897444"/>
    <w:rsid w:val="008A02C5"/>
    <w:rsid w:val="008A0A20"/>
    <w:rsid w:val="008A0C3B"/>
    <w:rsid w:val="008A107C"/>
    <w:rsid w:val="008A2822"/>
    <w:rsid w:val="008A38C8"/>
    <w:rsid w:val="008A4AD5"/>
    <w:rsid w:val="008A6100"/>
    <w:rsid w:val="008A6AEF"/>
    <w:rsid w:val="008B102D"/>
    <w:rsid w:val="008B1C11"/>
    <w:rsid w:val="008B2873"/>
    <w:rsid w:val="008B7688"/>
    <w:rsid w:val="008B7DFA"/>
    <w:rsid w:val="008C0870"/>
    <w:rsid w:val="008C1F60"/>
    <w:rsid w:val="008C4CCB"/>
    <w:rsid w:val="008C5266"/>
    <w:rsid w:val="008C63DF"/>
    <w:rsid w:val="008C68D8"/>
    <w:rsid w:val="008C7445"/>
    <w:rsid w:val="008C7A9A"/>
    <w:rsid w:val="008D166F"/>
    <w:rsid w:val="008D20C3"/>
    <w:rsid w:val="008D2482"/>
    <w:rsid w:val="008D3074"/>
    <w:rsid w:val="008D3160"/>
    <w:rsid w:val="008D4C51"/>
    <w:rsid w:val="008E3350"/>
    <w:rsid w:val="008E37F4"/>
    <w:rsid w:val="008E412B"/>
    <w:rsid w:val="008E5E33"/>
    <w:rsid w:val="008F382E"/>
    <w:rsid w:val="008F5F00"/>
    <w:rsid w:val="008F6355"/>
    <w:rsid w:val="008F7823"/>
    <w:rsid w:val="0090002B"/>
    <w:rsid w:val="00901674"/>
    <w:rsid w:val="00902CF1"/>
    <w:rsid w:val="009072AB"/>
    <w:rsid w:val="009106D4"/>
    <w:rsid w:val="00910CAA"/>
    <w:rsid w:val="00914601"/>
    <w:rsid w:val="00915CAA"/>
    <w:rsid w:val="009165E7"/>
    <w:rsid w:val="009176E3"/>
    <w:rsid w:val="0091782A"/>
    <w:rsid w:val="00921755"/>
    <w:rsid w:val="0092450B"/>
    <w:rsid w:val="00925F58"/>
    <w:rsid w:val="009267F3"/>
    <w:rsid w:val="0092703B"/>
    <w:rsid w:val="00930BD4"/>
    <w:rsid w:val="00931AA9"/>
    <w:rsid w:val="00931AD5"/>
    <w:rsid w:val="00937E75"/>
    <w:rsid w:val="009402DD"/>
    <w:rsid w:val="00940B83"/>
    <w:rsid w:val="00942DAA"/>
    <w:rsid w:val="009432BD"/>
    <w:rsid w:val="00944BC7"/>
    <w:rsid w:val="00944EF9"/>
    <w:rsid w:val="00944F76"/>
    <w:rsid w:val="009452DF"/>
    <w:rsid w:val="00945CDF"/>
    <w:rsid w:val="00946926"/>
    <w:rsid w:val="00947007"/>
    <w:rsid w:val="009501DB"/>
    <w:rsid w:val="0095187F"/>
    <w:rsid w:val="009576D3"/>
    <w:rsid w:val="009621F1"/>
    <w:rsid w:val="0096224D"/>
    <w:rsid w:val="00962713"/>
    <w:rsid w:val="00963773"/>
    <w:rsid w:val="009653C9"/>
    <w:rsid w:val="00965635"/>
    <w:rsid w:val="009656E9"/>
    <w:rsid w:val="00966B99"/>
    <w:rsid w:val="009676B4"/>
    <w:rsid w:val="009712FB"/>
    <w:rsid w:val="009716BE"/>
    <w:rsid w:val="00972768"/>
    <w:rsid w:val="00981753"/>
    <w:rsid w:val="00984FE1"/>
    <w:rsid w:val="00986031"/>
    <w:rsid w:val="00986EC7"/>
    <w:rsid w:val="00987B54"/>
    <w:rsid w:val="00987C60"/>
    <w:rsid w:val="00990F53"/>
    <w:rsid w:val="00991605"/>
    <w:rsid w:val="00991D0C"/>
    <w:rsid w:val="00992490"/>
    <w:rsid w:val="009938C5"/>
    <w:rsid w:val="009A2FBE"/>
    <w:rsid w:val="009A33E0"/>
    <w:rsid w:val="009A4463"/>
    <w:rsid w:val="009A4FD3"/>
    <w:rsid w:val="009A5571"/>
    <w:rsid w:val="009A6695"/>
    <w:rsid w:val="009A7695"/>
    <w:rsid w:val="009A782F"/>
    <w:rsid w:val="009B39D3"/>
    <w:rsid w:val="009B3B1B"/>
    <w:rsid w:val="009B3EAC"/>
    <w:rsid w:val="009B48E2"/>
    <w:rsid w:val="009B66EC"/>
    <w:rsid w:val="009B7835"/>
    <w:rsid w:val="009C3120"/>
    <w:rsid w:val="009C3F4F"/>
    <w:rsid w:val="009C504B"/>
    <w:rsid w:val="009C7EA0"/>
    <w:rsid w:val="009D3517"/>
    <w:rsid w:val="009E0FD4"/>
    <w:rsid w:val="009E1672"/>
    <w:rsid w:val="009E1FB2"/>
    <w:rsid w:val="009E2EB3"/>
    <w:rsid w:val="009E5564"/>
    <w:rsid w:val="009F39DA"/>
    <w:rsid w:val="009F5DB4"/>
    <w:rsid w:val="00A001B8"/>
    <w:rsid w:val="00A0318E"/>
    <w:rsid w:val="00A04568"/>
    <w:rsid w:val="00A0705C"/>
    <w:rsid w:val="00A07B75"/>
    <w:rsid w:val="00A12AEC"/>
    <w:rsid w:val="00A13837"/>
    <w:rsid w:val="00A14940"/>
    <w:rsid w:val="00A15B38"/>
    <w:rsid w:val="00A2129C"/>
    <w:rsid w:val="00A221A8"/>
    <w:rsid w:val="00A23F72"/>
    <w:rsid w:val="00A25C36"/>
    <w:rsid w:val="00A27B32"/>
    <w:rsid w:val="00A27BF4"/>
    <w:rsid w:val="00A40315"/>
    <w:rsid w:val="00A404BB"/>
    <w:rsid w:val="00A42B07"/>
    <w:rsid w:val="00A45CEC"/>
    <w:rsid w:val="00A47E17"/>
    <w:rsid w:val="00A518BC"/>
    <w:rsid w:val="00A5299E"/>
    <w:rsid w:val="00A52A64"/>
    <w:rsid w:val="00A557C6"/>
    <w:rsid w:val="00A607CC"/>
    <w:rsid w:val="00A60853"/>
    <w:rsid w:val="00A616B9"/>
    <w:rsid w:val="00A6193A"/>
    <w:rsid w:val="00A6426D"/>
    <w:rsid w:val="00A64501"/>
    <w:rsid w:val="00A6534A"/>
    <w:rsid w:val="00A65EAA"/>
    <w:rsid w:val="00A67307"/>
    <w:rsid w:val="00A710FF"/>
    <w:rsid w:val="00A71B40"/>
    <w:rsid w:val="00A72925"/>
    <w:rsid w:val="00A73F9A"/>
    <w:rsid w:val="00A75217"/>
    <w:rsid w:val="00A75643"/>
    <w:rsid w:val="00A75C6B"/>
    <w:rsid w:val="00A760DD"/>
    <w:rsid w:val="00A826EB"/>
    <w:rsid w:val="00A82852"/>
    <w:rsid w:val="00A83718"/>
    <w:rsid w:val="00A857AC"/>
    <w:rsid w:val="00A8664C"/>
    <w:rsid w:val="00A87966"/>
    <w:rsid w:val="00A902FC"/>
    <w:rsid w:val="00A90740"/>
    <w:rsid w:val="00A911EC"/>
    <w:rsid w:val="00A91CAF"/>
    <w:rsid w:val="00A92776"/>
    <w:rsid w:val="00A947D3"/>
    <w:rsid w:val="00A94E5F"/>
    <w:rsid w:val="00A954D0"/>
    <w:rsid w:val="00AA0254"/>
    <w:rsid w:val="00AA2A04"/>
    <w:rsid w:val="00AA3E35"/>
    <w:rsid w:val="00AA47C6"/>
    <w:rsid w:val="00AA496D"/>
    <w:rsid w:val="00AA4A16"/>
    <w:rsid w:val="00AA4E75"/>
    <w:rsid w:val="00AA7C94"/>
    <w:rsid w:val="00AB03E8"/>
    <w:rsid w:val="00AB20FB"/>
    <w:rsid w:val="00AB3C3E"/>
    <w:rsid w:val="00AB48AB"/>
    <w:rsid w:val="00AB6710"/>
    <w:rsid w:val="00AB6950"/>
    <w:rsid w:val="00AC03B0"/>
    <w:rsid w:val="00AC315B"/>
    <w:rsid w:val="00AC3F88"/>
    <w:rsid w:val="00AC4A55"/>
    <w:rsid w:val="00AC5B20"/>
    <w:rsid w:val="00AD185F"/>
    <w:rsid w:val="00AD1E59"/>
    <w:rsid w:val="00AD526B"/>
    <w:rsid w:val="00AD5A42"/>
    <w:rsid w:val="00AD5E1C"/>
    <w:rsid w:val="00AD5EC8"/>
    <w:rsid w:val="00AD7DCF"/>
    <w:rsid w:val="00AE030F"/>
    <w:rsid w:val="00AE108A"/>
    <w:rsid w:val="00AE4775"/>
    <w:rsid w:val="00AE673D"/>
    <w:rsid w:val="00AE683B"/>
    <w:rsid w:val="00AF3924"/>
    <w:rsid w:val="00AF5956"/>
    <w:rsid w:val="00AF6209"/>
    <w:rsid w:val="00AF6591"/>
    <w:rsid w:val="00AF7525"/>
    <w:rsid w:val="00B011E8"/>
    <w:rsid w:val="00B026AA"/>
    <w:rsid w:val="00B02943"/>
    <w:rsid w:val="00B0336C"/>
    <w:rsid w:val="00B04033"/>
    <w:rsid w:val="00B10F36"/>
    <w:rsid w:val="00B14717"/>
    <w:rsid w:val="00B1644A"/>
    <w:rsid w:val="00B17839"/>
    <w:rsid w:val="00B17DBB"/>
    <w:rsid w:val="00B2184D"/>
    <w:rsid w:val="00B23E16"/>
    <w:rsid w:val="00B24661"/>
    <w:rsid w:val="00B24695"/>
    <w:rsid w:val="00B310BE"/>
    <w:rsid w:val="00B32C21"/>
    <w:rsid w:val="00B32E14"/>
    <w:rsid w:val="00B336C3"/>
    <w:rsid w:val="00B34B4A"/>
    <w:rsid w:val="00B35228"/>
    <w:rsid w:val="00B36E42"/>
    <w:rsid w:val="00B3756C"/>
    <w:rsid w:val="00B37FC7"/>
    <w:rsid w:val="00B40515"/>
    <w:rsid w:val="00B460DF"/>
    <w:rsid w:val="00B473C5"/>
    <w:rsid w:val="00B47E61"/>
    <w:rsid w:val="00B52CA3"/>
    <w:rsid w:val="00B53C43"/>
    <w:rsid w:val="00B55E97"/>
    <w:rsid w:val="00B56F69"/>
    <w:rsid w:val="00B56FF8"/>
    <w:rsid w:val="00B629FF"/>
    <w:rsid w:val="00B643DF"/>
    <w:rsid w:val="00B6619C"/>
    <w:rsid w:val="00B74232"/>
    <w:rsid w:val="00B74C0A"/>
    <w:rsid w:val="00B74F57"/>
    <w:rsid w:val="00B759E3"/>
    <w:rsid w:val="00B80A9F"/>
    <w:rsid w:val="00B83056"/>
    <w:rsid w:val="00B8486C"/>
    <w:rsid w:val="00B858D9"/>
    <w:rsid w:val="00B875CC"/>
    <w:rsid w:val="00B9183C"/>
    <w:rsid w:val="00B92F3F"/>
    <w:rsid w:val="00B95A40"/>
    <w:rsid w:val="00BA037C"/>
    <w:rsid w:val="00BA195C"/>
    <w:rsid w:val="00BA2BC0"/>
    <w:rsid w:val="00BA44CA"/>
    <w:rsid w:val="00BA4B6F"/>
    <w:rsid w:val="00BA5713"/>
    <w:rsid w:val="00BA5CA0"/>
    <w:rsid w:val="00BA6420"/>
    <w:rsid w:val="00BA78F0"/>
    <w:rsid w:val="00BB0B2D"/>
    <w:rsid w:val="00BB294F"/>
    <w:rsid w:val="00BB5C6D"/>
    <w:rsid w:val="00BC709F"/>
    <w:rsid w:val="00BD3396"/>
    <w:rsid w:val="00BD35EB"/>
    <w:rsid w:val="00BD4B40"/>
    <w:rsid w:val="00BD56F7"/>
    <w:rsid w:val="00BD6CE4"/>
    <w:rsid w:val="00BE05CD"/>
    <w:rsid w:val="00BE1CC7"/>
    <w:rsid w:val="00BE1EBF"/>
    <w:rsid w:val="00BE48D8"/>
    <w:rsid w:val="00BE4A33"/>
    <w:rsid w:val="00BF1A49"/>
    <w:rsid w:val="00BF1C57"/>
    <w:rsid w:val="00BF2674"/>
    <w:rsid w:val="00BF6BC7"/>
    <w:rsid w:val="00C01095"/>
    <w:rsid w:val="00C01356"/>
    <w:rsid w:val="00C11141"/>
    <w:rsid w:val="00C12D24"/>
    <w:rsid w:val="00C14102"/>
    <w:rsid w:val="00C14796"/>
    <w:rsid w:val="00C16C20"/>
    <w:rsid w:val="00C208A6"/>
    <w:rsid w:val="00C22950"/>
    <w:rsid w:val="00C233F6"/>
    <w:rsid w:val="00C26BAD"/>
    <w:rsid w:val="00C27315"/>
    <w:rsid w:val="00C33B3C"/>
    <w:rsid w:val="00C33DB5"/>
    <w:rsid w:val="00C33F45"/>
    <w:rsid w:val="00C3514C"/>
    <w:rsid w:val="00C3625A"/>
    <w:rsid w:val="00C36984"/>
    <w:rsid w:val="00C40DB5"/>
    <w:rsid w:val="00C50EFF"/>
    <w:rsid w:val="00C5130F"/>
    <w:rsid w:val="00C5238D"/>
    <w:rsid w:val="00C524D8"/>
    <w:rsid w:val="00C544E9"/>
    <w:rsid w:val="00C54667"/>
    <w:rsid w:val="00C5702B"/>
    <w:rsid w:val="00C57F40"/>
    <w:rsid w:val="00C60740"/>
    <w:rsid w:val="00C62201"/>
    <w:rsid w:val="00C632B1"/>
    <w:rsid w:val="00C64BAE"/>
    <w:rsid w:val="00C66124"/>
    <w:rsid w:val="00C665C3"/>
    <w:rsid w:val="00C66B34"/>
    <w:rsid w:val="00C70490"/>
    <w:rsid w:val="00C72F2F"/>
    <w:rsid w:val="00C73963"/>
    <w:rsid w:val="00C75985"/>
    <w:rsid w:val="00C76702"/>
    <w:rsid w:val="00C80713"/>
    <w:rsid w:val="00C80B2D"/>
    <w:rsid w:val="00C80CC4"/>
    <w:rsid w:val="00C82528"/>
    <w:rsid w:val="00C82B3C"/>
    <w:rsid w:val="00C831CF"/>
    <w:rsid w:val="00C8355A"/>
    <w:rsid w:val="00C835BD"/>
    <w:rsid w:val="00C84EED"/>
    <w:rsid w:val="00C84FF4"/>
    <w:rsid w:val="00C86250"/>
    <w:rsid w:val="00C8665E"/>
    <w:rsid w:val="00C86F29"/>
    <w:rsid w:val="00C9326D"/>
    <w:rsid w:val="00C95198"/>
    <w:rsid w:val="00C958C1"/>
    <w:rsid w:val="00C9622B"/>
    <w:rsid w:val="00C97D19"/>
    <w:rsid w:val="00C97D83"/>
    <w:rsid w:val="00CA0105"/>
    <w:rsid w:val="00CA1D72"/>
    <w:rsid w:val="00CA29B0"/>
    <w:rsid w:val="00CA4BAB"/>
    <w:rsid w:val="00CA6448"/>
    <w:rsid w:val="00CA6DAE"/>
    <w:rsid w:val="00CA6DF3"/>
    <w:rsid w:val="00CA7503"/>
    <w:rsid w:val="00CA7F01"/>
    <w:rsid w:val="00CB05F2"/>
    <w:rsid w:val="00CB07C0"/>
    <w:rsid w:val="00CB1BE3"/>
    <w:rsid w:val="00CB5EBD"/>
    <w:rsid w:val="00CB656A"/>
    <w:rsid w:val="00CB778C"/>
    <w:rsid w:val="00CC030A"/>
    <w:rsid w:val="00CC1BFB"/>
    <w:rsid w:val="00CC1F53"/>
    <w:rsid w:val="00CC4C7B"/>
    <w:rsid w:val="00CC4E40"/>
    <w:rsid w:val="00CC6170"/>
    <w:rsid w:val="00CC74B0"/>
    <w:rsid w:val="00CD2D40"/>
    <w:rsid w:val="00CD78A9"/>
    <w:rsid w:val="00CE07B3"/>
    <w:rsid w:val="00CE0F4C"/>
    <w:rsid w:val="00CE1D27"/>
    <w:rsid w:val="00CE256A"/>
    <w:rsid w:val="00CE461B"/>
    <w:rsid w:val="00CF0212"/>
    <w:rsid w:val="00CF0563"/>
    <w:rsid w:val="00CF08D5"/>
    <w:rsid w:val="00CF7028"/>
    <w:rsid w:val="00CF77E5"/>
    <w:rsid w:val="00D01C61"/>
    <w:rsid w:val="00D02480"/>
    <w:rsid w:val="00D03467"/>
    <w:rsid w:val="00D04AE8"/>
    <w:rsid w:val="00D06CD9"/>
    <w:rsid w:val="00D10E35"/>
    <w:rsid w:val="00D12FF4"/>
    <w:rsid w:val="00D133EE"/>
    <w:rsid w:val="00D1391E"/>
    <w:rsid w:val="00D13DAE"/>
    <w:rsid w:val="00D15DA5"/>
    <w:rsid w:val="00D1656E"/>
    <w:rsid w:val="00D20A7B"/>
    <w:rsid w:val="00D20F94"/>
    <w:rsid w:val="00D24824"/>
    <w:rsid w:val="00D27ABB"/>
    <w:rsid w:val="00D323B4"/>
    <w:rsid w:val="00D35A92"/>
    <w:rsid w:val="00D36457"/>
    <w:rsid w:val="00D365B0"/>
    <w:rsid w:val="00D36D28"/>
    <w:rsid w:val="00D41CD2"/>
    <w:rsid w:val="00D436A3"/>
    <w:rsid w:val="00D45401"/>
    <w:rsid w:val="00D45A27"/>
    <w:rsid w:val="00D46483"/>
    <w:rsid w:val="00D46488"/>
    <w:rsid w:val="00D47044"/>
    <w:rsid w:val="00D5031A"/>
    <w:rsid w:val="00D5193A"/>
    <w:rsid w:val="00D51B59"/>
    <w:rsid w:val="00D54DF2"/>
    <w:rsid w:val="00D57254"/>
    <w:rsid w:val="00D57365"/>
    <w:rsid w:val="00D61CC0"/>
    <w:rsid w:val="00D66756"/>
    <w:rsid w:val="00D66FB4"/>
    <w:rsid w:val="00D712B1"/>
    <w:rsid w:val="00D718B5"/>
    <w:rsid w:val="00D71905"/>
    <w:rsid w:val="00D75405"/>
    <w:rsid w:val="00D80AE9"/>
    <w:rsid w:val="00D834EB"/>
    <w:rsid w:val="00D85DB2"/>
    <w:rsid w:val="00D86C7A"/>
    <w:rsid w:val="00D901B9"/>
    <w:rsid w:val="00D90F2E"/>
    <w:rsid w:val="00D914AA"/>
    <w:rsid w:val="00D92CFD"/>
    <w:rsid w:val="00D9442B"/>
    <w:rsid w:val="00D94C2C"/>
    <w:rsid w:val="00D964DF"/>
    <w:rsid w:val="00D96610"/>
    <w:rsid w:val="00D96FC8"/>
    <w:rsid w:val="00DA40C7"/>
    <w:rsid w:val="00DA607D"/>
    <w:rsid w:val="00DA6BE2"/>
    <w:rsid w:val="00DB19B0"/>
    <w:rsid w:val="00DB27A5"/>
    <w:rsid w:val="00DB5404"/>
    <w:rsid w:val="00DB5B41"/>
    <w:rsid w:val="00DB7DC8"/>
    <w:rsid w:val="00DC1C0E"/>
    <w:rsid w:val="00DC2AB1"/>
    <w:rsid w:val="00DC3891"/>
    <w:rsid w:val="00DC421F"/>
    <w:rsid w:val="00DC4CC7"/>
    <w:rsid w:val="00DC4F12"/>
    <w:rsid w:val="00DC56B7"/>
    <w:rsid w:val="00DC5AF4"/>
    <w:rsid w:val="00DC7034"/>
    <w:rsid w:val="00DC7F64"/>
    <w:rsid w:val="00DD0FB2"/>
    <w:rsid w:val="00DD1BE5"/>
    <w:rsid w:val="00DD44EC"/>
    <w:rsid w:val="00DD568C"/>
    <w:rsid w:val="00DD5CB5"/>
    <w:rsid w:val="00DD6168"/>
    <w:rsid w:val="00DD7A4E"/>
    <w:rsid w:val="00DE0033"/>
    <w:rsid w:val="00DE1C40"/>
    <w:rsid w:val="00DE1CF0"/>
    <w:rsid w:val="00DE2702"/>
    <w:rsid w:val="00DE7CD9"/>
    <w:rsid w:val="00DE7D02"/>
    <w:rsid w:val="00DF0401"/>
    <w:rsid w:val="00DF0633"/>
    <w:rsid w:val="00DF10B2"/>
    <w:rsid w:val="00DF2E36"/>
    <w:rsid w:val="00DF3C9A"/>
    <w:rsid w:val="00DF46C5"/>
    <w:rsid w:val="00DF4F18"/>
    <w:rsid w:val="00DF5D45"/>
    <w:rsid w:val="00E03FC4"/>
    <w:rsid w:val="00E0429D"/>
    <w:rsid w:val="00E047A2"/>
    <w:rsid w:val="00E05B48"/>
    <w:rsid w:val="00E063A9"/>
    <w:rsid w:val="00E065DF"/>
    <w:rsid w:val="00E13AFD"/>
    <w:rsid w:val="00E141B2"/>
    <w:rsid w:val="00E15417"/>
    <w:rsid w:val="00E158C0"/>
    <w:rsid w:val="00E17640"/>
    <w:rsid w:val="00E22231"/>
    <w:rsid w:val="00E225D2"/>
    <w:rsid w:val="00E27262"/>
    <w:rsid w:val="00E30D22"/>
    <w:rsid w:val="00E315AD"/>
    <w:rsid w:val="00E31732"/>
    <w:rsid w:val="00E37A93"/>
    <w:rsid w:val="00E401F7"/>
    <w:rsid w:val="00E41563"/>
    <w:rsid w:val="00E43EE9"/>
    <w:rsid w:val="00E44A6B"/>
    <w:rsid w:val="00E44B17"/>
    <w:rsid w:val="00E46223"/>
    <w:rsid w:val="00E5188C"/>
    <w:rsid w:val="00E51D8D"/>
    <w:rsid w:val="00E53489"/>
    <w:rsid w:val="00E54DBE"/>
    <w:rsid w:val="00E55677"/>
    <w:rsid w:val="00E61DE7"/>
    <w:rsid w:val="00E621FD"/>
    <w:rsid w:val="00E6266F"/>
    <w:rsid w:val="00E66BC4"/>
    <w:rsid w:val="00E70AC5"/>
    <w:rsid w:val="00E71174"/>
    <w:rsid w:val="00E71F06"/>
    <w:rsid w:val="00E724B3"/>
    <w:rsid w:val="00E7582C"/>
    <w:rsid w:val="00E815B5"/>
    <w:rsid w:val="00E822B4"/>
    <w:rsid w:val="00E8657B"/>
    <w:rsid w:val="00E87F1A"/>
    <w:rsid w:val="00E92172"/>
    <w:rsid w:val="00E9232C"/>
    <w:rsid w:val="00E92924"/>
    <w:rsid w:val="00E933F2"/>
    <w:rsid w:val="00E93471"/>
    <w:rsid w:val="00E93B52"/>
    <w:rsid w:val="00EA04FA"/>
    <w:rsid w:val="00EA511A"/>
    <w:rsid w:val="00EA5E4D"/>
    <w:rsid w:val="00EA6327"/>
    <w:rsid w:val="00EA6D47"/>
    <w:rsid w:val="00EB154D"/>
    <w:rsid w:val="00EB18CE"/>
    <w:rsid w:val="00EB4BE7"/>
    <w:rsid w:val="00EB4D66"/>
    <w:rsid w:val="00EB4EB2"/>
    <w:rsid w:val="00EB590C"/>
    <w:rsid w:val="00EB59A2"/>
    <w:rsid w:val="00EB682A"/>
    <w:rsid w:val="00EC2965"/>
    <w:rsid w:val="00EC2C72"/>
    <w:rsid w:val="00EC680F"/>
    <w:rsid w:val="00EC752C"/>
    <w:rsid w:val="00ED24D0"/>
    <w:rsid w:val="00ED2C18"/>
    <w:rsid w:val="00ED3BD8"/>
    <w:rsid w:val="00ED4783"/>
    <w:rsid w:val="00ED51D3"/>
    <w:rsid w:val="00EE0C4E"/>
    <w:rsid w:val="00EE1187"/>
    <w:rsid w:val="00EE15B6"/>
    <w:rsid w:val="00EE3A26"/>
    <w:rsid w:val="00EF128A"/>
    <w:rsid w:val="00EF462E"/>
    <w:rsid w:val="00EF482A"/>
    <w:rsid w:val="00EF531D"/>
    <w:rsid w:val="00EF6DC1"/>
    <w:rsid w:val="00EF771C"/>
    <w:rsid w:val="00EF7E1F"/>
    <w:rsid w:val="00F043BE"/>
    <w:rsid w:val="00F058A8"/>
    <w:rsid w:val="00F06438"/>
    <w:rsid w:val="00F06E49"/>
    <w:rsid w:val="00F071DE"/>
    <w:rsid w:val="00F1379F"/>
    <w:rsid w:val="00F14139"/>
    <w:rsid w:val="00F14857"/>
    <w:rsid w:val="00F20261"/>
    <w:rsid w:val="00F2186D"/>
    <w:rsid w:val="00F2375C"/>
    <w:rsid w:val="00F24794"/>
    <w:rsid w:val="00F2685D"/>
    <w:rsid w:val="00F30FD6"/>
    <w:rsid w:val="00F34412"/>
    <w:rsid w:val="00F351E2"/>
    <w:rsid w:val="00F3602C"/>
    <w:rsid w:val="00F4740A"/>
    <w:rsid w:val="00F51E37"/>
    <w:rsid w:val="00F54BF1"/>
    <w:rsid w:val="00F56934"/>
    <w:rsid w:val="00F56D1F"/>
    <w:rsid w:val="00F63B1E"/>
    <w:rsid w:val="00F649F9"/>
    <w:rsid w:val="00F669C6"/>
    <w:rsid w:val="00F67897"/>
    <w:rsid w:val="00F67A43"/>
    <w:rsid w:val="00F721F1"/>
    <w:rsid w:val="00F728A3"/>
    <w:rsid w:val="00F77D57"/>
    <w:rsid w:val="00F83CD5"/>
    <w:rsid w:val="00F848B0"/>
    <w:rsid w:val="00F85402"/>
    <w:rsid w:val="00F8585A"/>
    <w:rsid w:val="00F86229"/>
    <w:rsid w:val="00F87124"/>
    <w:rsid w:val="00F8724F"/>
    <w:rsid w:val="00F9054C"/>
    <w:rsid w:val="00F92AD1"/>
    <w:rsid w:val="00F933A1"/>
    <w:rsid w:val="00F93623"/>
    <w:rsid w:val="00F9377B"/>
    <w:rsid w:val="00F93B78"/>
    <w:rsid w:val="00F948E4"/>
    <w:rsid w:val="00F955EF"/>
    <w:rsid w:val="00F97B7B"/>
    <w:rsid w:val="00FA028E"/>
    <w:rsid w:val="00FA3554"/>
    <w:rsid w:val="00FA4FB6"/>
    <w:rsid w:val="00FA52FE"/>
    <w:rsid w:val="00FA5870"/>
    <w:rsid w:val="00FA79C8"/>
    <w:rsid w:val="00FB26B6"/>
    <w:rsid w:val="00FB7B78"/>
    <w:rsid w:val="00FC312B"/>
    <w:rsid w:val="00FC445D"/>
    <w:rsid w:val="00FC44CD"/>
    <w:rsid w:val="00FC5AD9"/>
    <w:rsid w:val="00FC5F74"/>
    <w:rsid w:val="00FC609D"/>
    <w:rsid w:val="00FC6326"/>
    <w:rsid w:val="00FC6D53"/>
    <w:rsid w:val="00FD1EBF"/>
    <w:rsid w:val="00FD2BA1"/>
    <w:rsid w:val="00FD303B"/>
    <w:rsid w:val="00FD3C58"/>
    <w:rsid w:val="00FD498D"/>
    <w:rsid w:val="00FD5CAE"/>
    <w:rsid w:val="00FD6935"/>
    <w:rsid w:val="00FD734A"/>
    <w:rsid w:val="00FE0125"/>
    <w:rsid w:val="00FE28F6"/>
    <w:rsid w:val="00FE4BA2"/>
    <w:rsid w:val="00FE6EBA"/>
    <w:rsid w:val="00FF0273"/>
    <w:rsid w:val="00FF0DFD"/>
    <w:rsid w:val="00FF1247"/>
    <w:rsid w:val="00FF22C1"/>
    <w:rsid w:val="00FF341B"/>
    <w:rsid w:val="00FF379D"/>
    <w:rsid w:val="00FF4037"/>
    <w:rsid w:val="00FF6B84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C752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752C"/>
    <w:pPr>
      <w:keepNext/>
      <w:numPr>
        <w:numId w:val="1"/>
      </w:numPr>
      <w:jc w:val="right"/>
      <w:outlineLvl w:val="0"/>
    </w:pPr>
    <w:rPr>
      <w:b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EC752C"/>
    <w:pPr>
      <w:numPr>
        <w:ilvl w:val="1"/>
        <w:numId w:val="1"/>
      </w:numPr>
      <w:tabs>
        <w:tab w:val="left" w:pos="720"/>
      </w:tabs>
      <w:spacing w:before="60" w:after="120"/>
      <w:ind w:left="720" w:firstLine="0"/>
      <w:jc w:val="both"/>
      <w:outlineLvl w:val="1"/>
    </w:pPr>
    <w:rPr>
      <w:rFonts w:ascii="Verdana" w:hAnsi="Verdana" w:cs="Arial"/>
      <w:bCs/>
      <w:iCs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752C"/>
    <w:pPr>
      <w:keepNext/>
      <w:numPr>
        <w:ilvl w:val="2"/>
        <w:numId w:val="1"/>
      </w:numPr>
      <w:ind w:left="1416" w:hanging="1416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752C"/>
    <w:pPr>
      <w:keepNext/>
      <w:numPr>
        <w:ilvl w:val="3"/>
        <w:numId w:val="1"/>
      </w:numPr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C752C"/>
    <w:pPr>
      <w:keepNext/>
      <w:numPr>
        <w:ilvl w:val="4"/>
        <w:numId w:val="1"/>
      </w:numPr>
      <w:tabs>
        <w:tab w:val="center" w:pos="7020"/>
      </w:tabs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C752C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C752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C752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EC752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752C"/>
    <w:rPr>
      <w:rFonts w:ascii="Times New Roman" w:hAnsi="Times New Roman" w:cs="Times New Roman"/>
      <w:b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752C"/>
    <w:rPr>
      <w:rFonts w:ascii="Verdana" w:hAnsi="Verdana" w:cs="Arial"/>
      <w:bCs/>
      <w:iCs/>
      <w:color w:val="000000"/>
      <w:sz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752C"/>
    <w:rPr>
      <w:rFonts w:ascii="Times New Roman" w:hAnsi="Times New Roman" w:cs="Times New Roman"/>
      <w:b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752C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752C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C752C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C752C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C752C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C752C"/>
    <w:rPr>
      <w:rFonts w:ascii="Arial" w:hAnsi="Arial" w:cs="Arial"/>
      <w:sz w:val="22"/>
      <w:szCs w:val="22"/>
      <w:lang w:eastAsia="ar-SA" w:bidi="ar-SA"/>
    </w:rPr>
  </w:style>
  <w:style w:type="paragraph" w:customStyle="1" w:styleId="TekstprzypisudolnegoTekstprzypisu">
    <w:name w:val="Tekst przypisu dolnego.Tekst przypisu"/>
    <w:basedOn w:val="Normal"/>
    <w:uiPriority w:val="99"/>
    <w:rsid w:val="00EC752C"/>
    <w:pPr>
      <w:widowControl w:val="0"/>
      <w:suppressAutoHyphens w:val="0"/>
    </w:pPr>
    <w:rPr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C75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C75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876E2B"/>
    <w:pPr>
      <w:ind w:left="708"/>
    </w:pPr>
  </w:style>
  <w:style w:type="paragraph" w:styleId="BodyText2">
    <w:name w:val="Body Text 2"/>
    <w:basedOn w:val="Normal"/>
    <w:link w:val="BodyText2Char"/>
    <w:uiPriority w:val="99"/>
    <w:semiHidden/>
    <w:rsid w:val="00876E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76E2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Bezodstpw1">
    <w:name w:val="Bez odstępów1"/>
    <w:uiPriority w:val="99"/>
    <w:rsid w:val="00876E2B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7</Pages>
  <Words>899</Words>
  <Characters>5400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Marcisz</cp:lastModifiedBy>
  <cp:revision>5</cp:revision>
  <dcterms:created xsi:type="dcterms:W3CDTF">2016-11-07T10:33:00Z</dcterms:created>
  <dcterms:modified xsi:type="dcterms:W3CDTF">2016-11-08T10:05:00Z</dcterms:modified>
</cp:coreProperties>
</file>